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C9" w:rsidRPr="001E3DC9" w:rsidRDefault="001E3DC9" w:rsidP="001E3DC9">
      <w:pPr>
        <w:ind w:right="-91"/>
        <w:outlineLvl w:val="1"/>
        <w:rPr>
          <w:rFonts w:ascii="Century Gothic" w:eastAsia="Times New Roman" w:hAnsi="Century Gothic" w:cs="Times New Roman"/>
          <w:b/>
          <w:bCs/>
          <w:color w:val="FF9D00"/>
          <w:sz w:val="28"/>
          <w:szCs w:val="22"/>
          <w:lang w:eastAsia="en-US"/>
        </w:rPr>
      </w:pPr>
      <w:bookmarkStart w:id="0" w:name="_GoBack"/>
      <w:bookmarkEnd w:id="0"/>
      <w:r>
        <w:rPr>
          <w:rFonts w:ascii="Century Gothic" w:eastAsia="Times New Roman" w:hAnsi="Century Gothic" w:cs="Times New Roman"/>
          <w:b/>
          <w:bCs/>
          <w:color w:val="FF9D00"/>
          <w:sz w:val="28"/>
          <w:szCs w:val="22"/>
          <w:lang w:eastAsia="en-US"/>
        </w:rPr>
        <w:t>Calendar</w:t>
      </w:r>
    </w:p>
    <w:p w:rsidR="001E3DC9" w:rsidRDefault="001E3DC9" w:rsidP="001E3DC9">
      <w:pPr>
        <w:spacing w:before="120" w:after="120"/>
      </w:pPr>
      <w:r w:rsidRPr="001E3DC9">
        <w:rPr>
          <w:rFonts w:ascii="Calibri" w:eastAsia="MS Mincho" w:hAnsi="Calibri" w:cs="Droid Sans"/>
        </w:rPr>
        <w:t>Learning Potential has lots of articles that link to events throughout the school year, so it’s easy to share content that is timely and relevant. Here are some suggestions</w:t>
      </w:r>
      <w:r>
        <w:rPr>
          <w:rFonts w:ascii="Calibri" w:eastAsia="MS Mincho" w:hAnsi="Calibri" w:cs="Droid Sans"/>
        </w:rPr>
        <w:t>.</w:t>
      </w:r>
    </w:p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3402"/>
        <w:gridCol w:w="3083"/>
      </w:tblGrid>
      <w:tr w:rsidR="00813801" w:rsidRPr="00DD2032" w:rsidTr="001E3DC9">
        <w:trPr>
          <w:cantSplit/>
          <w:trHeight w:val="368"/>
        </w:trPr>
        <w:tc>
          <w:tcPr>
            <w:tcW w:w="534" w:type="dxa"/>
            <w:shd w:val="clear" w:color="auto" w:fill="FFFFFF" w:themeFill="background1"/>
            <w:vAlign w:val="center"/>
          </w:tcPr>
          <w:p w:rsidR="00813801" w:rsidRPr="00857D34" w:rsidRDefault="00813801" w:rsidP="00857D34">
            <w:pPr>
              <w:pStyle w:val="MonthHeading"/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13801" w:rsidRPr="003041D5" w:rsidRDefault="00813801" w:rsidP="00857D34">
            <w:pPr>
              <w:pStyle w:val="Heading50"/>
              <w:jc w:val="center"/>
            </w:pPr>
            <w:r w:rsidRPr="003041D5">
              <w:t>Early Years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813801" w:rsidRPr="00DD2032" w:rsidRDefault="00813801" w:rsidP="00857D34">
            <w:pPr>
              <w:pStyle w:val="Heading50"/>
              <w:jc w:val="center"/>
            </w:pPr>
            <w:r w:rsidRPr="003041D5">
              <w:t>Primary School</w:t>
            </w:r>
          </w:p>
        </w:tc>
        <w:tc>
          <w:tcPr>
            <w:tcW w:w="3083" w:type="dxa"/>
            <w:shd w:val="clear" w:color="auto" w:fill="FFFFFF" w:themeFill="background1"/>
            <w:vAlign w:val="center"/>
          </w:tcPr>
          <w:p w:rsidR="00813801" w:rsidRPr="00DD2032" w:rsidRDefault="00813801" w:rsidP="00857D34">
            <w:pPr>
              <w:pStyle w:val="Heading50"/>
              <w:jc w:val="center"/>
            </w:pPr>
            <w:r w:rsidRPr="003041D5">
              <w:t>High School</w:t>
            </w:r>
          </w:p>
        </w:tc>
      </w:tr>
      <w:tr w:rsidR="00FA33E0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FA33E0" w:rsidRPr="00857D34" w:rsidRDefault="00FA33E0" w:rsidP="00857D34">
            <w:pPr>
              <w:pStyle w:val="MonthHeading"/>
            </w:pPr>
            <w:r w:rsidRPr="00857D34">
              <w:t>January</w:t>
            </w:r>
          </w:p>
        </w:tc>
        <w:tc>
          <w:tcPr>
            <w:tcW w:w="3260" w:type="dxa"/>
            <w:shd w:val="clear" w:color="auto" w:fill="FFFFFF" w:themeFill="background1"/>
          </w:tcPr>
          <w:p w:rsidR="00FA33E0" w:rsidRPr="00B510F0" w:rsidRDefault="00FA33E0" w:rsidP="00857D34">
            <w:pPr>
              <w:pStyle w:val="Calendararticletitle"/>
            </w:pPr>
            <w:r w:rsidRPr="00B510F0">
              <w:t xml:space="preserve">School readiness </w:t>
            </w:r>
          </w:p>
          <w:p w:rsidR="001B7B06" w:rsidRDefault="00113A51" w:rsidP="00DD2032">
            <w:pPr>
              <w:pStyle w:val="Calendarbitlylinks"/>
            </w:pPr>
            <w:hyperlink r:id="rId8" w:history="1">
              <w:r w:rsidR="001B7B06" w:rsidRPr="00857D34">
                <w:rPr>
                  <w:rStyle w:val="Hyperlink"/>
                </w:rPr>
                <w:t>bit.ly/LPKEYJan01</w:t>
              </w:r>
            </w:hyperlink>
          </w:p>
          <w:p w:rsidR="00FA33E0" w:rsidRPr="00B510F0" w:rsidRDefault="0049220E" w:rsidP="00857D34">
            <w:pPr>
              <w:pStyle w:val="Calendararticletitle"/>
            </w:pPr>
            <w:r w:rsidRPr="00B510F0">
              <w:t>Preschool zone ahead!</w:t>
            </w:r>
          </w:p>
          <w:p w:rsidR="001B7B06" w:rsidRDefault="00113A51" w:rsidP="00DD2032">
            <w:pPr>
              <w:pStyle w:val="Calendarbitlylinks"/>
            </w:pPr>
            <w:hyperlink r:id="rId9" w:history="1">
              <w:r w:rsidR="001B7B06" w:rsidRPr="00857D34">
                <w:rPr>
                  <w:rStyle w:val="Hyperlink"/>
                </w:rPr>
                <w:t>bit.ly/LPKEYJan02</w:t>
              </w:r>
            </w:hyperlink>
          </w:p>
          <w:p w:rsidR="00D87D19" w:rsidRPr="00B510F0" w:rsidRDefault="00D87D19" w:rsidP="00857D34">
            <w:pPr>
              <w:pStyle w:val="Calendararticletitle"/>
            </w:pPr>
            <w:r w:rsidRPr="00B510F0">
              <w:t>Ready-set-school</w:t>
            </w:r>
            <w:r w:rsidR="001B7B06">
              <w:t>!</w:t>
            </w:r>
          </w:p>
          <w:p w:rsidR="001B7B06" w:rsidRDefault="00113A51" w:rsidP="00DD2032">
            <w:pPr>
              <w:pStyle w:val="Calendarbitlylinks"/>
            </w:pPr>
            <w:hyperlink r:id="rId10" w:history="1">
              <w:r w:rsidR="001B7B06" w:rsidRPr="00857D34">
                <w:rPr>
                  <w:rStyle w:val="Hyperlink"/>
                </w:rPr>
                <w:t>bit.ly/LPKEYJan03</w:t>
              </w:r>
            </w:hyperlink>
          </w:p>
          <w:p w:rsidR="001B7B06" w:rsidRDefault="001B7B06" w:rsidP="00857D34">
            <w:pPr>
              <w:pStyle w:val="Calendararticletitle"/>
            </w:pPr>
            <w:r>
              <w:t>Water, Water everywhere</w:t>
            </w:r>
          </w:p>
          <w:p w:rsidR="001B7B06" w:rsidRPr="00B510F0" w:rsidRDefault="00113A51" w:rsidP="00DD2032">
            <w:pPr>
              <w:pStyle w:val="Calendarbitlylinks"/>
            </w:pPr>
            <w:hyperlink r:id="rId11" w:history="1">
              <w:r w:rsidR="001B7B06" w:rsidRPr="00857D34">
                <w:rPr>
                  <w:rStyle w:val="Hyperlink"/>
                </w:rPr>
                <w:t>bit.ly/LPKEYJan04</w:t>
              </w:r>
            </w:hyperlink>
            <w:r w:rsidR="001B7B06"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DF74D3" w:rsidRPr="00B510F0" w:rsidRDefault="00DF74D3" w:rsidP="00857D34">
            <w:pPr>
              <w:pStyle w:val="Calendararticletitle"/>
            </w:pPr>
            <w:r>
              <w:t>Fun lea</w:t>
            </w:r>
            <w:r w:rsidR="001B7B06">
              <w:t>r</w:t>
            </w:r>
            <w:r>
              <w:t>ning i</w:t>
            </w:r>
            <w:r w:rsidRPr="00B510F0">
              <w:t>deas</w:t>
            </w:r>
            <w:r>
              <w:t xml:space="preserve"> for the s</w:t>
            </w:r>
            <w:r w:rsidRPr="00B510F0">
              <w:t>ummer holiday</w:t>
            </w:r>
            <w:r>
              <w:t>s</w:t>
            </w:r>
          </w:p>
          <w:p w:rsidR="001B7B06" w:rsidRDefault="00113A51" w:rsidP="00DD2032">
            <w:pPr>
              <w:pStyle w:val="Calendarbitlylinks"/>
            </w:pPr>
            <w:hyperlink r:id="rId12" w:history="1">
              <w:r w:rsidR="001B7B06" w:rsidRPr="00857D34">
                <w:rPr>
                  <w:rStyle w:val="Hyperlink"/>
                </w:rPr>
                <w:t>bit.ly/LPKPSJan01</w:t>
              </w:r>
            </w:hyperlink>
          </w:p>
          <w:p w:rsidR="00DF74D3" w:rsidRPr="00B510F0" w:rsidRDefault="00DF74D3" w:rsidP="00857D34">
            <w:pPr>
              <w:pStyle w:val="Calendararticletitle"/>
            </w:pPr>
            <w:r w:rsidRPr="00B510F0">
              <w:t>Recharge, reflect, reset, restart!</w:t>
            </w:r>
          </w:p>
          <w:p w:rsidR="001B7B06" w:rsidRDefault="00113A51" w:rsidP="00DD2032">
            <w:pPr>
              <w:pStyle w:val="Calendarbitlylinks"/>
            </w:pPr>
            <w:hyperlink r:id="rId13" w:history="1">
              <w:r w:rsidR="001B7B06" w:rsidRPr="00857D34">
                <w:rPr>
                  <w:rStyle w:val="Hyperlink"/>
                </w:rPr>
                <w:t>bit.ly/LPKPSJan02</w:t>
              </w:r>
            </w:hyperlink>
          </w:p>
          <w:p w:rsidR="00FA33E0" w:rsidRPr="00B510F0" w:rsidRDefault="00FA33E0" w:rsidP="00857D34">
            <w:pPr>
              <w:pStyle w:val="Calendararticletitle"/>
            </w:pPr>
            <w:r w:rsidRPr="00B510F0">
              <w:t>Preparing for high school</w:t>
            </w:r>
          </w:p>
          <w:p w:rsidR="00CA57C1" w:rsidRDefault="00113A51" w:rsidP="00DD2032">
            <w:pPr>
              <w:pStyle w:val="Calendarbitlylinks"/>
            </w:pPr>
            <w:hyperlink r:id="rId14" w:history="1">
              <w:r w:rsidR="00CA57C1" w:rsidRPr="00857D34">
                <w:rPr>
                  <w:rStyle w:val="Hyperlink"/>
                </w:rPr>
                <w:t>bit.ly/LPKPSJan03</w:t>
              </w:r>
            </w:hyperlink>
          </w:p>
          <w:p w:rsidR="00E605AE" w:rsidRPr="00B510F0" w:rsidRDefault="007C5C09" w:rsidP="00857D34">
            <w:pPr>
              <w:pStyle w:val="Calendararticletitle"/>
            </w:pPr>
            <w:r w:rsidRPr="00B510F0">
              <w:t>Back to school!</w:t>
            </w:r>
          </w:p>
          <w:p w:rsidR="00CA57C1" w:rsidRPr="00B510F0" w:rsidRDefault="00113A51" w:rsidP="00DD2032">
            <w:pPr>
              <w:pStyle w:val="Calendarbitlylinks"/>
              <w:rPr>
                <w:sz w:val="22"/>
              </w:rPr>
            </w:pPr>
            <w:hyperlink r:id="rId15" w:history="1">
              <w:r w:rsidR="00CA57C1" w:rsidRPr="00857D34">
                <w:rPr>
                  <w:rStyle w:val="Hyperlink"/>
                </w:rPr>
                <w:t>bit.ly/LPKPSJan04</w:t>
              </w:r>
            </w:hyperlink>
          </w:p>
        </w:tc>
        <w:tc>
          <w:tcPr>
            <w:tcW w:w="3083" w:type="dxa"/>
            <w:shd w:val="clear" w:color="auto" w:fill="FFFFFF" w:themeFill="background1"/>
          </w:tcPr>
          <w:p w:rsidR="00DF74D3" w:rsidRPr="00B510F0" w:rsidRDefault="00DF74D3" w:rsidP="00857D34">
            <w:pPr>
              <w:pStyle w:val="Calendararticletitle"/>
            </w:pPr>
            <w:r w:rsidRPr="00B510F0">
              <w:t>Starting high school – tips for a smooth transition</w:t>
            </w:r>
          </w:p>
          <w:p w:rsidR="00C90174" w:rsidRDefault="00113A51" w:rsidP="00767D3C">
            <w:pPr>
              <w:pStyle w:val="Calendarbitlylinks"/>
            </w:pPr>
            <w:hyperlink r:id="rId16" w:history="1">
              <w:r w:rsidR="00C90174" w:rsidRPr="00857D34">
                <w:rPr>
                  <w:rStyle w:val="Hyperlink"/>
                </w:rPr>
                <w:t>bit.ly/</w:t>
              </w:r>
              <w:r w:rsidR="00C90174" w:rsidRPr="00767D3C">
                <w:rPr>
                  <w:rStyle w:val="Hyperlink"/>
                </w:rPr>
                <w:t>LPKHSJan01</w:t>
              </w:r>
            </w:hyperlink>
          </w:p>
          <w:p w:rsidR="00DF74D3" w:rsidRPr="00B510F0" w:rsidRDefault="00DF74D3" w:rsidP="00857D34">
            <w:pPr>
              <w:pStyle w:val="Calendararticletitle"/>
            </w:pPr>
            <w:r w:rsidRPr="00B510F0">
              <w:t>Back to school</w:t>
            </w:r>
            <w:r w:rsidR="00211062">
              <w:t xml:space="preserve"> for teens</w:t>
            </w:r>
          </w:p>
          <w:p w:rsidR="00211062" w:rsidRDefault="00113A51" w:rsidP="00767D3C">
            <w:pPr>
              <w:pStyle w:val="Calendarbitlylinks"/>
            </w:pPr>
            <w:hyperlink r:id="rId17" w:history="1">
              <w:r w:rsidR="00211062" w:rsidRPr="00857D34">
                <w:rPr>
                  <w:rStyle w:val="Hyperlink"/>
                </w:rPr>
                <w:t>bit.ly/</w:t>
              </w:r>
              <w:r w:rsidR="00211062" w:rsidRPr="00767D3C">
                <w:rPr>
                  <w:rStyle w:val="Hyperlink"/>
                </w:rPr>
                <w:t>LPKHSJan02</w:t>
              </w:r>
            </w:hyperlink>
          </w:p>
          <w:p w:rsidR="00857D34" w:rsidRDefault="00082A49" w:rsidP="00857D34">
            <w:pPr>
              <w:pStyle w:val="Calendararticletitle"/>
            </w:pPr>
            <w:r w:rsidRPr="00B510F0">
              <w:t>Year 11: Planning for Success</w:t>
            </w:r>
          </w:p>
          <w:p w:rsidR="00FA33E0" w:rsidRDefault="00113A51" w:rsidP="00767D3C">
            <w:pPr>
              <w:pStyle w:val="Calendarbitlylinks"/>
            </w:pPr>
            <w:hyperlink r:id="rId18" w:history="1">
              <w:r w:rsidR="00211062" w:rsidRPr="00857D34">
                <w:rPr>
                  <w:rStyle w:val="Hyperlink"/>
                </w:rPr>
                <w:t>bit.ly/</w:t>
              </w:r>
              <w:r w:rsidR="00211062" w:rsidRPr="00767D3C">
                <w:rPr>
                  <w:rStyle w:val="Hyperlink"/>
                </w:rPr>
                <w:t>LPKHSJan03</w:t>
              </w:r>
            </w:hyperlink>
          </w:p>
          <w:p w:rsidR="00082A49" w:rsidRPr="00B510F0" w:rsidRDefault="00082A49" w:rsidP="00857D34">
            <w:pPr>
              <w:pStyle w:val="Calendararticletitle"/>
            </w:pPr>
            <w:r w:rsidRPr="00B510F0">
              <w:t>Year 12 Survival Plan</w:t>
            </w:r>
          </w:p>
          <w:p w:rsidR="00082A49" w:rsidRPr="00B510F0" w:rsidRDefault="00113A51" w:rsidP="00767D3C">
            <w:pPr>
              <w:pStyle w:val="Calendarbitlylinks"/>
            </w:pPr>
            <w:hyperlink r:id="rId19" w:history="1">
              <w:r w:rsidR="00211062" w:rsidRPr="00857D34">
                <w:rPr>
                  <w:rStyle w:val="Hyperlink"/>
                </w:rPr>
                <w:t>bit.ly/</w:t>
              </w:r>
              <w:r w:rsidR="00211062" w:rsidRPr="00767D3C">
                <w:rPr>
                  <w:rStyle w:val="Hyperlink"/>
                </w:rPr>
                <w:t>LPKHSJan04</w:t>
              </w:r>
            </w:hyperlink>
            <w:r w:rsidR="00211062">
              <w:t xml:space="preserve"> </w:t>
            </w:r>
          </w:p>
        </w:tc>
      </w:tr>
      <w:tr w:rsidR="00FA33E0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FA33E0" w:rsidRPr="00857D34" w:rsidRDefault="00FA33E0" w:rsidP="00857D34">
            <w:pPr>
              <w:pStyle w:val="MonthHeading"/>
            </w:pPr>
            <w:r w:rsidRPr="00857D34">
              <w:t>February</w:t>
            </w:r>
          </w:p>
        </w:tc>
        <w:tc>
          <w:tcPr>
            <w:tcW w:w="3260" w:type="dxa"/>
            <w:shd w:val="clear" w:color="auto" w:fill="FFFFFF" w:themeFill="background1"/>
          </w:tcPr>
          <w:p w:rsidR="00374D95" w:rsidRPr="00B510F0" w:rsidRDefault="00374D95" w:rsidP="00857D34">
            <w:pPr>
              <w:pStyle w:val="Calendararticletitle"/>
            </w:pPr>
            <w:r w:rsidRPr="00B510F0">
              <w:t>Bonding with your baby</w:t>
            </w:r>
          </w:p>
          <w:p w:rsidR="00083D17" w:rsidRDefault="00113A51" w:rsidP="00DD2032">
            <w:pPr>
              <w:pStyle w:val="Calendarbitlylinks"/>
            </w:pPr>
            <w:hyperlink r:id="rId20" w:history="1">
              <w:r w:rsidR="00083D17" w:rsidRPr="00857D34">
                <w:rPr>
                  <w:rStyle w:val="Hyperlink"/>
                </w:rPr>
                <w:t>bit.ly/LPKEYFeb01</w:t>
              </w:r>
            </w:hyperlink>
          </w:p>
          <w:p w:rsidR="006777D0" w:rsidRPr="00857D34" w:rsidRDefault="006777D0" w:rsidP="00857D34">
            <w:pPr>
              <w:pStyle w:val="Calendararticletitle"/>
              <w:rPr>
                <w:rStyle w:val="CalendarbitlylinksChar"/>
              </w:rPr>
            </w:pPr>
            <w:r w:rsidRPr="00B510F0">
              <w:t xml:space="preserve">5 tips </w:t>
            </w:r>
            <w:r w:rsidR="00FE7E1A">
              <w:t>to help get ready for preschool</w:t>
            </w:r>
            <w:r w:rsidRPr="00B510F0">
              <w:t xml:space="preserve"> in the morning</w:t>
            </w:r>
          </w:p>
          <w:p w:rsidR="00083D17" w:rsidRPr="00857D34" w:rsidRDefault="00113A51" w:rsidP="00DD2032">
            <w:pPr>
              <w:pStyle w:val="Calendarbitlylinks"/>
            </w:pPr>
            <w:hyperlink r:id="rId21" w:history="1">
              <w:r w:rsidR="00083D17" w:rsidRPr="00857D34">
                <w:rPr>
                  <w:rStyle w:val="Hyperlink"/>
                </w:rPr>
                <w:t>bit.ly/LPKEYFeb02</w:t>
              </w:r>
            </w:hyperlink>
          </w:p>
          <w:p w:rsidR="00DD2032" w:rsidRDefault="00631E4F" w:rsidP="00857D34">
            <w:pPr>
              <w:pStyle w:val="Calendararticletitle"/>
            </w:pPr>
            <w:r w:rsidRPr="00B510F0">
              <w:t xml:space="preserve">Five fun tips for literacy </w:t>
            </w:r>
          </w:p>
          <w:p w:rsidR="00631E4F" w:rsidRPr="001749DF" w:rsidRDefault="00113A51" w:rsidP="00DD2032">
            <w:pPr>
              <w:pStyle w:val="Calendarbitlylinks"/>
            </w:pPr>
            <w:hyperlink r:id="rId22" w:history="1">
              <w:r w:rsidR="00083D17" w:rsidRPr="00857D34">
                <w:rPr>
                  <w:rStyle w:val="Hyperlink"/>
                </w:rPr>
                <w:t>bit.ly/LPKEYFeb03</w:t>
              </w:r>
            </w:hyperlink>
          </w:p>
        </w:tc>
        <w:tc>
          <w:tcPr>
            <w:tcW w:w="3402" w:type="dxa"/>
            <w:shd w:val="clear" w:color="auto" w:fill="FFFFFF" w:themeFill="background1"/>
          </w:tcPr>
          <w:p w:rsidR="00631E4F" w:rsidRPr="00B510F0" w:rsidRDefault="00631E4F" w:rsidP="00857D34">
            <w:pPr>
              <w:pStyle w:val="Calendararticletitle"/>
            </w:pPr>
            <w:r w:rsidRPr="00B510F0">
              <w:t>Top tips for meeting teachers</w:t>
            </w:r>
          </w:p>
          <w:p w:rsidR="004C132A" w:rsidRDefault="00113A51" w:rsidP="00DD2032">
            <w:pPr>
              <w:pStyle w:val="Calendarbitlylinks"/>
            </w:pPr>
            <w:hyperlink r:id="rId23" w:history="1">
              <w:r w:rsidR="004C132A" w:rsidRPr="00857D34">
                <w:rPr>
                  <w:rStyle w:val="Hyperlink"/>
                </w:rPr>
                <w:t>bit.ly/LPKPSFeb01</w:t>
              </w:r>
            </w:hyperlink>
          </w:p>
          <w:p w:rsidR="00FA33E0" w:rsidRPr="00B510F0" w:rsidRDefault="007C5C09" w:rsidP="00857D34">
            <w:pPr>
              <w:pStyle w:val="Calendararticletitle"/>
            </w:pPr>
            <w:r w:rsidRPr="00B510F0">
              <w:t>5 tips to help get ready for school in the morning</w:t>
            </w:r>
          </w:p>
          <w:p w:rsidR="004C132A" w:rsidRDefault="00113A51" w:rsidP="00DD2032">
            <w:pPr>
              <w:pStyle w:val="Calendarbitlylinks"/>
            </w:pPr>
            <w:hyperlink r:id="rId24" w:history="1">
              <w:r w:rsidR="004C132A" w:rsidRPr="00857D34">
                <w:rPr>
                  <w:rStyle w:val="Hyperlink"/>
                </w:rPr>
                <w:t>bit.ly/LPKPSFeb02</w:t>
              </w:r>
            </w:hyperlink>
          </w:p>
          <w:p w:rsidR="00E21059" w:rsidRPr="00B510F0" w:rsidRDefault="00E21059" w:rsidP="00857D34">
            <w:pPr>
              <w:pStyle w:val="Calendararticletitle"/>
            </w:pPr>
            <w:r w:rsidRPr="00B510F0">
              <w:t>Learning to read</w:t>
            </w:r>
          </w:p>
          <w:p w:rsidR="004C132A" w:rsidRPr="00B510F0" w:rsidRDefault="00113A51" w:rsidP="00DD2032">
            <w:pPr>
              <w:pStyle w:val="Calendarbitlylinks"/>
            </w:pPr>
            <w:hyperlink r:id="rId25" w:history="1">
              <w:r w:rsidR="004C132A" w:rsidRPr="00857D34">
                <w:rPr>
                  <w:rStyle w:val="Hyperlink"/>
                </w:rPr>
                <w:t>bit.ly/LPKPSFeb03</w:t>
              </w:r>
            </w:hyperlink>
          </w:p>
        </w:tc>
        <w:tc>
          <w:tcPr>
            <w:tcW w:w="3083" w:type="dxa"/>
            <w:shd w:val="clear" w:color="auto" w:fill="FFFFFF" w:themeFill="background1"/>
          </w:tcPr>
          <w:p w:rsidR="00631E4F" w:rsidRPr="00B510F0" w:rsidRDefault="00631E4F" w:rsidP="00857D34">
            <w:pPr>
              <w:pStyle w:val="Calendararticletitle"/>
            </w:pPr>
            <w:r w:rsidRPr="00B510F0">
              <w:t>Getting to know your teen’s teachers</w:t>
            </w:r>
          </w:p>
          <w:p w:rsidR="001749DF" w:rsidRDefault="00113A51" w:rsidP="00767D3C">
            <w:pPr>
              <w:pStyle w:val="Calendarbitlylinks"/>
            </w:pPr>
            <w:hyperlink r:id="rId26" w:history="1">
              <w:r w:rsidR="001749DF" w:rsidRPr="00857D34">
                <w:rPr>
                  <w:rStyle w:val="Hyperlink"/>
                </w:rPr>
                <w:t>bit.ly/</w:t>
              </w:r>
              <w:r w:rsidR="001749DF" w:rsidRPr="00767D3C">
                <w:rPr>
                  <w:rStyle w:val="Hyperlink"/>
                </w:rPr>
                <w:t>LPKHSFeb01</w:t>
              </w:r>
            </w:hyperlink>
          </w:p>
          <w:p w:rsidR="00FA33E0" w:rsidRPr="00B510F0" w:rsidRDefault="00B800A0" w:rsidP="00857D34">
            <w:pPr>
              <w:pStyle w:val="Calendararticletitle"/>
            </w:pPr>
            <w:r w:rsidRPr="00B510F0">
              <w:t>Tips to get ready for school in the morning</w:t>
            </w:r>
          </w:p>
          <w:p w:rsidR="001749DF" w:rsidRDefault="00113A51" w:rsidP="00767D3C">
            <w:pPr>
              <w:pStyle w:val="Calendarbitlylinks"/>
            </w:pPr>
            <w:hyperlink r:id="rId27" w:history="1">
              <w:r w:rsidR="001749DF" w:rsidRPr="00857D34">
                <w:rPr>
                  <w:rStyle w:val="Hyperlink"/>
                </w:rPr>
                <w:t>bit.ly/</w:t>
              </w:r>
              <w:r w:rsidR="001749DF" w:rsidRPr="00767D3C">
                <w:rPr>
                  <w:rStyle w:val="Hyperlink"/>
                </w:rPr>
                <w:t>LPKHSFeb02</w:t>
              </w:r>
            </w:hyperlink>
          </w:p>
          <w:p w:rsidR="000A049D" w:rsidRPr="00B510F0" w:rsidRDefault="001749DF" w:rsidP="00857D34">
            <w:pPr>
              <w:pStyle w:val="Calendararticletitle"/>
            </w:pPr>
            <w:r>
              <w:t>E</w:t>
            </w:r>
            <w:r w:rsidR="001E6B36" w:rsidRPr="00B510F0">
              <w:t>ncourage your teen to read!</w:t>
            </w:r>
          </w:p>
          <w:p w:rsidR="001E6B36" w:rsidRPr="00B510F0" w:rsidRDefault="00113A51" w:rsidP="00767D3C">
            <w:pPr>
              <w:pStyle w:val="Calendarbitlylinks"/>
              <w:rPr>
                <w:highlight w:val="yellow"/>
              </w:rPr>
            </w:pPr>
            <w:hyperlink r:id="rId28" w:history="1">
              <w:r w:rsidR="001749DF" w:rsidRPr="00857D34">
                <w:rPr>
                  <w:rStyle w:val="Hyperlink"/>
                </w:rPr>
                <w:t>bit.ly/</w:t>
              </w:r>
              <w:r w:rsidR="001749DF" w:rsidRPr="00767D3C">
                <w:rPr>
                  <w:rStyle w:val="Hyperlink"/>
                </w:rPr>
                <w:t>LPKHSFeb03</w:t>
              </w:r>
            </w:hyperlink>
            <w:r w:rsidR="001749DF">
              <w:t xml:space="preserve"> </w:t>
            </w:r>
            <w:r w:rsidR="001E6B36" w:rsidRPr="00B510F0">
              <w:t xml:space="preserve"> </w:t>
            </w:r>
          </w:p>
        </w:tc>
      </w:tr>
      <w:tr w:rsidR="00FA33E0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FA33E0" w:rsidRPr="00857D34" w:rsidRDefault="00FA33E0" w:rsidP="00857D34">
            <w:pPr>
              <w:pStyle w:val="MonthHeading"/>
            </w:pPr>
            <w:r w:rsidRPr="00857D34">
              <w:t>March</w:t>
            </w:r>
          </w:p>
        </w:tc>
        <w:tc>
          <w:tcPr>
            <w:tcW w:w="3260" w:type="dxa"/>
            <w:shd w:val="clear" w:color="auto" w:fill="FFFFFF" w:themeFill="background1"/>
          </w:tcPr>
          <w:p w:rsidR="00374D95" w:rsidRPr="00B510F0" w:rsidRDefault="00374D95" w:rsidP="00857D34">
            <w:pPr>
              <w:pStyle w:val="Calendararticletitle"/>
            </w:pPr>
            <w:r w:rsidRPr="00B510F0">
              <w:t>Cookie shapes</w:t>
            </w:r>
          </w:p>
          <w:p w:rsidR="0030144E" w:rsidRDefault="00113A51" w:rsidP="00DD2032">
            <w:pPr>
              <w:pStyle w:val="Calendarbitlylinks"/>
            </w:pPr>
            <w:hyperlink r:id="rId29" w:history="1">
              <w:r w:rsidR="0030144E" w:rsidRPr="00857D34">
                <w:rPr>
                  <w:rStyle w:val="Hyperlink"/>
                </w:rPr>
                <w:t>bit.ly/LPKEYMar01</w:t>
              </w:r>
            </w:hyperlink>
          </w:p>
          <w:p w:rsidR="00374D95" w:rsidRPr="00B510F0" w:rsidRDefault="00374D95" w:rsidP="00857D34">
            <w:pPr>
              <w:pStyle w:val="Calendararticletitle"/>
            </w:pPr>
            <w:r w:rsidRPr="00B510F0">
              <w:t>Crafty learning</w:t>
            </w:r>
          </w:p>
          <w:p w:rsidR="0030144E" w:rsidRDefault="00113A51" w:rsidP="00DD2032">
            <w:pPr>
              <w:pStyle w:val="Calendarbitlylinks"/>
            </w:pPr>
            <w:hyperlink r:id="rId30" w:history="1">
              <w:r w:rsidR="0030144E" w:rsidRPr="00857D34">
                <w:rPr>
                  <w:rStyle w:val="Hyperlink"/>
                </w:rPr>
                <w:t>bit.ly/LPKEYMar02</w:t>
              </w:r>
            </w:hyperlink>
          </w:p>
          <w:p w:rsidR="0030144E" w:rsidRDefault="0030144E" w:rsidP="00857D34">
            <w:pPr>
              <w:pStyle w:val="Calendararticletitle"/>
            </w:pPr>
            <w:r>
              <w:t>W</w:t>
            </w:r>
            <w:r w:rsidRPr="0030144E">
              <w:t xml:space="preserve">hat to look for in children’s books </w:t>
            </w:r>
          </w:p>
          <w:p w:rsidR="0030144E" w:rsidRPr="00B510F0" w:rsidRDefault="00113A51" w:rsidP="00DD2032">
            <w:pPr>
              <w:pStyle w:val="Calendarbitlylinks"/>
            </w:pPr>
            <w:hyperlink r:id="rId31" w:history="1">
              <w:r w:rsidR="0030144E" w:rsidRPr="00857D34">
                <w:rPr>
                  <w:rStyle w:val="Hyperlink"/>
                </w:rPr>
                <w:t>bit.ly/LPKEYMar03</w:t>
              </w:r>
            </w:hyperlink>
          </w:p>
        </w:tc>
        <w:tc>
          <w:tcPr>
            <w:tcW w:w="3402" w:type="dxa"/>
            <w:shd w:val="clear" w:color="auto" w:fill="FFFFFF" w:themeFill="background1"/>
          </w:tcPr>
          <w:p w:rsidR="00A6784F" w:rsidRPr="00B510F0" w:rsidRDefault="00FE7E1A" w:rsidP="00857D34">
            <w:pPr>
              <w:pStyle w:val="Calendararticletitle"/>
            </w:pPr>
            <w:r>
              <w:t xml:space="preserve">Learning about </w:t>
            </w:r>
            <w:r w:rsidR="00A6784F" w:rsidRPr="00B510F0">
              <w:t>social media</w:t>
            </w:r>
          </w:p>
          <w:p w:rsidR="00FE7E1A" w:rsidRDefault="00113A51" w:rsidP="00DD2032">
            <w:pPr>
              <w:pStyle w:val="Calendarbitlylinks"/>
            </w:pPr>
            <w:hyperlink r:id="rId32" w:history="1">
              <w:r w:rsidR="00FE7E1A" w:rsidRPr="00857D34">
                <w:rPr>
                  <w:rStyle w:val="Hyperlink"/>
                </w:rPr>
                <w:t>bit.ly/LPKPSMar01</w:t>
              </w:r>
            </w:hyperlink>
          </w:p>
          <w:p w:rsidR="004B5C9A" w:rsidRPr="00B510F0" w:rsidRDefault="00FE7E1A" w:rsidP="00857D34">
            <w:pPr>
              <w:pStyle w:val="Calendararticletitle"/>
            </w:pPr>
            <w:r>
              <w:t xml:space="preserve">Online bullying – how you can </w:t>
            </w:r>
            <w:r w:rsidR="002426CC" w:rsidRPr="00B510F0">
              <w:t>help</w:t>
            </w:r>
          </w:p>
          <w:p w:rsidR="00FE7E1A" w:rsidRDefault="00113A51" w:rsidP="00DD2032">
            <w:pPr>
              <w:pStyle w:val="Calendarbitlylinks"/>
            </w:pPr>
            <w:hyperlink r:id="rId33" w:history="1">
              <w:r w:rsidR="00FE7E1A" w:rsidRPr="00857D34">
                <w:rPr>
                  <w:rStyle w:val="Hyperlink"/>
                </w:rPr>
                <w:t>bit.ly/LPKPSMar02</w:t>
              </w:r>
            </w:hyperlink>
          </w:p>
          <w:p w:rsidR="005A460B" w:rsidRPr="00B510F0" w:rsidRDefault="005A460B" w:rsidP="00857D34">
            <w:pPr>
              <w:pStyle w:val="Calendararticletitle"/>
            </w:pPr>
            <w:r w:rsidRPr="00B510F0">
              <w:t>We're all in this together</w:t>
            </w:r>
          </w:p>
          <w:p w:rsidR="00FA33E0" w:rsidRPr="00B510F0" w:rsidRDefault="00113A51" w:rsidP="00DD2032">
            <w:pPr>
              <w:pStyle w:val="Calendarbitlylinks"/>
            </w:pPr>
            <w:hyperlink r:id="rId34" w:history="1">
              <w:r w:rsidR="004F50B3" w:rsidRPr="00857D34">
                <w:rPr>
                  <w:rStyle w:val="Hyperlink"/>
                </w:rPr>
                <w:t>bit.ly/LPKPSMar03</w:t>
              </w:r>
            </w:hyperlink>
            <w:r w:rsidR="004F50B3"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1F3A38" w:rsidRPr="00B510F0" w:rsidRDefault="00FE7E1A" w:rsidP="00857D34">
            <w:pPr>
              <w:pStyle w:val="Calendararticletitle"/>
            </w:pPr>
            <w:r>
              <w:t>L</w:t>
            </w:r>
            <w:r w:rsidR="001F3A38" w:rsidRPr="00B510F0">
              <w:t>earning about social media</w:t>
            </w:r>
          </w:p>
          <w:p w:rsidR="00FE7E1A" w:rsidRDefault="00113A51" w:rsidP="00767D3C">
            <w:pPr>
              <w:pStyle w:val="Calendarbitlylinks"/>
            </w:pPr>
            <w:hyperlink r:id="rId35" w:history="1">
              <w:r w:rsidR="00FE7E1A" w:rsidRPr="00857D34">
                <w:rPr>
                  <w:rStyle w:val="Hyperlink"/>
                </w:rPr>
                <w:t>bit.ly/</w:t>
              </w:r>
              <w:r w:rsidR="00FE7E1A" w:rsidRPr="00767D3C">
                <w:rPr>
                  <w:rStyle w:val="Hyperlink"/>
                </w:rPr>
                <w:t>LPKHSMar01</w:t>
              </w:r>
            </w:hyperlink>
          </w:p>
          <w:p w:rsidR="00B800A0" w:rsidRPr="00B510F0" w:rsidRDefault="00B800A0" w:rsidP="00857D34">
            <w:pPr>
              <w:pStyle w:val="Calendararticletitle"/>
            </w:pPr>
            <w:r w:rsidRPr="00B510F0">
              <w:t>Cyberbullying</w:t>
            </w:r>
          </w:p>
          <w:p w:rsidR="004F50B3" w:rsidRDefault="00113A51" w:rsidP="00767D3C">
            <w:pPr>
              <w:pStyle w:val="Calendarbitlylinks"/>
            </w:pPr>
            <w:hyperlink r:id="rId36" w:history="1">
              <w:r w:rsidR="004F50B3" w:rsidRPr="00857D34">
                <w:rPr>
                  <w:rStyle w:val="Hyperlink"/>
                </w:rPr>
                <w:t>bit.ly/</w:t>
              </w:r>
              <w:r w:rsidR="004F50B3" w:rsidRPr="00767D3C">
                <w:rPr>
                  <w:rStyle w:val="Hyperlink"/>
                </w:rPr>
                <w:t>LPKHSMar02</w:t>
              </w:r>
            </w:hyperlink>
          </w:p>
          <w:p w:rsidR="001F3A38" w:rsidRPr="00B510F0" w:rsidRDefault="001F3A38" w:rsidP="00857D34">
            <w:pPr>
              <w:pStyle w:val="Calendararticletitle"/>
            </w:pPr>
            <w:r w:rsidRPr="00B510F0">
              <w:t>We’re all in this together</w:t>
            </w:r>
          </w:p>
          <w:p w:rsidR="001E6B36" w:rsidRPr="00B510F0" w:rsidRDefault="00113A51" w:rsidP="00767D3C">
            <w:pPr>
              <w:pStyle w:val="Calendarbitlylinks"/>
            </w:pPr>
            <w:hyperlink r:id="rId37" w:history="1">
              <w:r w:rsidR="004F50B3" w:rsidRPr="00857D34">
                <w:rPr>
                  <w:rStyle w:val="Hyperlink"/>
                </w:rPr>
                <w:t>bit.ly/</w:t>
              </w:r>
              <w:r w:rsidR="004F50B3" w:rsidRPr="00767D3C">
                <w:rPr>
                  <w:rStyle w:val="Hyperlink"/>
                </w:rPr>
                <w:t>LPKHSMar03</w:t>
              </w:r>
            </w:hyperlink>
            <w:r w:rsidR="004F50B3">
              <w:t xml:space="preserve"> </w:t>
            </w:r>
          </w:p>
        </w:tc>
      </w:tr>
      <w:tr w:rsidR="00FA33E0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FA33E0" w:rsidRPr="00857D34" w:rsidRDefault="00326907" w:rsidP="00857D34">
            <w:pPr>
              <w:pStyle w:val="MonthHeading"/>
            </w:pPr>
            <w:r w:rsidRPr="00857D34">
              <w:t>April</w:t>
            </w:r>
          </w:p>
        </w:tc>
        <w:tc>
          <w:tcPr>
            <w:tcW w:w="3260" w:type="dxa"/>
            <w:shd w:val="clear" w:color="auto" w:fill="FFFFFF" w:themeFill="background1"/>
          </w:tcPr>
          <w:p w:rsidR="006777D0" w:rsidRPr="00B510F0" w:rsidRDefault="006777D0" w:rsidP="00857D34">
            <w:pPr>
              <w:pStyle w:val="Calendararticletitle"/>
            </w:pPr>
            <w:r w:rsidRPr="00B510F0">
              <w:t>Highchair games</w:t>
            </w:r>
          </w:p>
          <w:p w:rsidR="004F50B3" w:rsidRDefault="00113A51" w:rsidP="00DD2032">
            <w:pPr>
              <w:pStyle w:val="Calendarbitlylinks"/>
            </w:pPr>
            <w:hyperlink r:id="rId38" w:history="1">
              <w:r w:rsidR="004F50B3" w:rsidRPr="00857D34">
                <w:rPr>
                  <w:rStyle w:val="Hyperlink"/>
                </w:rPr>
                <w:t>bit.ly/LPKEYApr01</w:t>
              </w:r>
            </w:hyperlink>
          </w:p>
          <w:p w:rsidR="006777D0" w:rsidRPr="00B510F0" w:rsidRDefault="006777D0" w:rsidP="00857D34">
            <w:pPr>
              <w:pStyle w:val="Calendararticletitle"/>
            </w:pPr>
            <w:r w:rsidRPr="00B510F0">
              <w:t>Learning time for littlies – anytime!</w:t>
            </w:r>
          </w:p>
          <w:p w:rsidR="004F50B3" w:rsidRDefault="00113A51" w:rsidP="00DD2032">
            <w:pPr>
              <w:pStyle w:val="Calendarbitlylinks"/>
            </w:pPr>
            <w:hyperlink r:id="rId39" w:history="1">
              <w:r w:rsidR="004F50B3" w:rsidRPr="00857D34">
                <w:rPr>
                  <w:rStyle w:val="Hyperlink"/>
                </w:rPr>
                <w:t>bit.ly/LPKEYApr02</w:t>
              </w:r>
            </w:hyperlink>
          </w:p>
          <w:p w:rsidR="00631E4F" w:rsidRDefault="00631E4F" w:rsidP="00857D34">
            <w:pPr>
              <w:pStyle w:val="Calendararticletitle"/>
            </w:pPr>
            <w:r w:rsidRPr="00631E4F">
              <w:t>The wheels on the bus make learning fun!</w:t>
            </w:r>
          </w:p>
          <w:p w:rsidR="006777D0" w:rsidRPr="00B510F0" w:rsidRDefault="00113A51" w:rsidP="00DD2032">
            <w:pPr>
              <w:pStyle w:val="Calendarbitlylinks"/>
            </w:pPr>
            <w:hyperlink r:id="rId40" w:history="1">
              <w:r w:rsidR="004F50B3" w:rsidRPr="00857D34">
                <w:rPr>
                  <w:rStyle w:val="Hyperlink"/>
                </w:rPr>
                <w:t>bit.ly/LPKEYApr03</w:t>
              </w:r>
            </w:hyperlink>
            <w:r w:rsidR="004F50B3"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7C5C09" w:rsidRPr="00B510F0" w:rsidRDefault="007C5C09" w:rsidP="00857D34">
            <w:pPr>
              <w:pStyle w:val="Calendararticletitle"/>
            </w:pPr>
            <w:r w:rsidRPr="00B510F0">
              <w:t>Get the most out of NAPLAN</w:t>
            </w:r>
          </w:p>
          <w:p w:rsidR="004F50B3" w:rsidRDefault="00113A51" w:rsidP="00DD2032">
            <w:pPr>
              <w:pStyle w:val="Calendarbitlylinks"/>
            </w:pPr>
            <w:hyperlink r:id="rId41" w:history="1">
              <w:r w:rsidR="004F50B3" w:rsidRPr="00857D34">
                <w:rPr>
                  <w:rStyle w:val="Hyperlink"/>
                </w:rPr>
                <w:t>bit.ly/LPKPSApr01</w:t>
              </w:r>
            </w:hyperlink>
          </w:p>
          <w:p w:rsidR="00A365D1" w:rsidRPr="00B510F0" w:rsidRDefault="00A365D1" w:rsidP="00857D34">
            <w:pPr>
              <w:pStyle w:val="Calendararticletitle"/>
            </w:pPr>
            <w:r w:rsidRPr="00B510F0">
              <w:t xml:space="preserve">NAPLAN </w:t>
            </w:r>
            <w:proofErr w:type="spellStart"/>
            <w:r w:rsidRPr="00B510F0">
              <w:t>mythbusting</w:t>
            </w:r>
            <w:proofErr w:type="spellEnd"/>
          </w:p>
          <w:p w:rsidR="006A49E9" w:rsidRDefault="00113A51" w:rsidP="00DD2032">
            <w:pPr>
              <w:pStyle w:val="Calendarbitlylinks"/>
            </w:pPr>
            <w:hyperlink r:id="rId42" w:history="1">
              <w:r w:rsidR="006A49E9" w:rsidRPr="00857D34">
                <w:rPr>
                  <w:rStyle w:val="Hyperlink"/>
                </w:rPr>
                <w:t>bit.ly/LPKPSApr02</w:t>
              </w:r>
            </w:hyperlink>
          </w:p>
          <w:p w:rsidR="00A365D1" w:rsidRPr="00B510F0" w:rsidRDefault="00A365D1" w:rsidP="00857D34">
            <w:pPr>
              <w:pStyle w:val="Calendararticletitle"/>
            </w:pPr>
            <w:r w:rsidRPr="00B510F0">
              <w:t>Motivating your primary school child to aim high</w:t>
            </w:r>
          </w:p>
          <w:p w:rsidR="00FA33E0" w:rsidRPr="00B510F0" w:rsidRDefault="00113A51" w:rsidP="00DD2032">
            <w:pPr>
              <w:pStyle w:val="Calendarbitlylinks"/>
            </w:pPr>
            <w:hyperlink r:id="rId43" w:history="1">
              <w:r w:rsidR="006A49E9" w:rsidRPr="00857D34">
                <w:rPr>
                  <w:rStyle w:val="Hyperlink"/>
                </w:rPr>
                <w:t>bit.ly/LPKPSApr03</w:t>
              </w:r>
            </w:hyperlink>
            <w:r w:rsidR="006A49E9">
              <w:t xml:space="preserve"> </w:t>
            </w:r>
            <w:r w:rsidR="00A365D1" w:rsidRPr="00B510F0"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1E6B36" w:rsidRPr="00B510F0" w:rsidRDefault="001E6B36" w:rsidP="00857D34">
            <w:pPr>
              <w:pStyle w:val="Calendararticletitle"/>
            </w:pPr>
            <w:r w:rsidRPr="00B510F0">
              <w:t>Exams: Getting off to a good start</w:t>
            </w:r>
          </w:p>
          <w:p w:rsidR="006A49E9" w:rsidRDefault="00113A51" w:rsidP="00767D3C">
            <w:pPr>
              <w:pStyle w:val="Calendarbitlylinks"/>
            </w:pPr>
            <w:hyperlink r:id="rId44" w:history="1">
              <w:r w:rsidR="006A49E9" w:rsidRPr="00857D34">
                <w:rPr>
                  <w:rStyle w:val="Hyperlink"/>
                </w:rPr>
                <w:t>bit.ly/</w:t>
              </w:r>
              <w:r w:rsidR="006A49E9" w:rsidRPr="00767D3C">
                <w:rPr>
                  <w:rStyle w:val="Hyperlink"/>
                </w:rPr>
                <w:t>LPKHSApr01</w:t>
              </w:r>
            </w:hyperlink>
          </w:p>
          <w:p w:rsidR="00252EE6" w:rsidRPr="00B510F0" w:rsidRDefault="006A49E9" w:rsidP="00857D34">
            <w:pPr>
              <w:pStyle w:val="Calendararticletitle"/>
            </w:pPr>
            <w:r>
              <w:t xml:space="preserve">NAPLAN </w:t>
            </w:r>
            <w:proofErr w:type="spellStart"/>
            <w:r>
              <w:t>mythbusting</w:t>
            </w:r>
            <w:proofErr w:type="spellEnd"/>
          </w:p>
          <w:p w:rsidR="006A49E9" w:rsidRDefault="00113A51" w:rsidP="00857D34">
            <w:pPr>
              <w:pStyle w:val="Calendarbitlylinks"/>
            </w:pPr>
            <w:hyperlink r:id="rId45" w:history="1">
              <w:r w:rsidR="006A49E9" w:rsidRPr="00857D34">
                <w:rPr>
                  <w:rStyle w:val="Hyperlink"/>
                </w:rPr>
                <w:t>bit.ly/LPKHSApr02</w:t>
              </w:r>
            </w:hyperlink>
          </w:p>
          <w:p w:rsidR="001F3A38" w:rsidRPr="00B510F0" w:rsidRDefault="001F3A38" w:rsidP="00857D34">
            <w:pPr>
              <w:pStyle w:val="Calendararticletitle"/>
            </w:pPr>
            <w:r w:rsidRPr="00B510F0">
              <w:t>Balancing school with everything else</w:t>
            </w:r>
          </w:p>
          <w:p w:rsidR="001E6B36" w:rsidRPr="00B510F0" w:rsidRDefault="00113A51" w:rsidP="00857D34">
            <w:pPr>
              <w:pStyle w:val="Calendarbitlylinks"/>
            </w:pPr>
            <w:hyperlink r:id="rId46" w:history="1">
              <w:r w:rsidR="006A49E9" w:rsidRPr="00857D34">
                <w:rPr>
                  <w:rStyle w:val="Hyperlink"/>
                </w:rPr>
                <w:t>bit.ly/LPKHSApr03</w:t>
              </w:r>
            </w:hyperlink>
            <w:r w:rsidR="006A49E9">
              <w:t xml:space="preserve"> </w:t>
            </w:r>
          </w:p>
        </w:tc>
      </w:tr>
      <w:tr w:rsidR="00326907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326907" w:rsidRPr="00857D34" w:rsidRDefault="00326907" w:rsidP="00857D34">
            <w:pPr>
              <w:pStyle w:val="MonthHeading"/>
            </w:pPr>
            <w:r w:rsidRPr="00857D34">
              <w:t>May</w:t>
            </w:r>
          </w:p>
        </w:tc>
        <w:tc>
          <w:tcPr>
            <w:tcW w:w="3260" w:type="dxa"/>
            <w:shd w:val="clear" w:color="auto" w:fill="FFFFFF" w:themeFill="background1"/>
          </w:tcPr>
          <w:p w:rsidR="006777D0" w:rsidRPr="00B510F0" w:rsidRDefault="006777D0" w:rsidP="00857D34">
            <w:pPr>
              <w:pStyle w:val="Calendararticletitle"/>
            </w:pPr>
            <w:r w:rsidRPr="00B510F0">
              <w:t>Do-it-yourself musical instruments</w:t>
            </w:r>
          </w:p>
          <w:p w:rsidR="006A49E9" w:rsidRDefault="00113A51" w:rsidP="00DD2032">
            <w:pPr>
              <w:pStyle w:val="Calendarbitlylinks"/>
            </w:pPr>
            <w:hyperlink r:id="rId47" w:history="1">
              <w:r w:rsidR="006A49E9" w:rsidRPr="00857D34">
                <w:rPr>
                  <w:rStyle w:val="Hyperlink"/>
                </w:rPr>
                <w:t>bit.ly/LPKEYMay01</w:t>
              </w:r>
            </w:hyperlink>
          </w:p>
          <w:p w:rsidR="006777D0" w:rsidRPr="00B510F0" w:rsidRDefault="006777D0" w:rsidP="00857D34">
            <w:pPr>
              <w:pStyle w:val="Calendararticletitle"/>
            </w:pPr>
            <w:r w:rsidRPr="00B510F0">
              <w:t>Helping littlies learn letters and sounds</w:t>
            </w:r>
          </w:p>
          <w:p w:rsidR="006A49E9" w:rsidRDefault="00113A51" w:rsidP="00DD2032">
            <w:pPr>
              <w:pStyle w:val="Calendarbitlylinks"/>
            </w:pPr>
            <w:hyperlink r:id="rId48" w:history="1">
              <w:r w:rsidR="006A49E9" w:rsidRPr="00857D34">
                <w:rPr>
                  <w:rStyle w:val="Hyperlink"/>
                </w:rPr>
                <w:t>bit.ly/LPKEYMay02</w:t>
              </w:r>
            </w:hyperlink>
          </w:p>
          <w:p w:rsidR="006777D0" w:rsidRPr="00B510F0" w:rsidRDefault="006A49E9" w:rsidP="00857D34">
            <w:pPr>
              <w:pStyle w:val="Calendararticletitle"/>
            </w:pPr>
            <w:r>
              <w:t>Make it match</w:t>
            </w:r>
          </w:p>
          <w:p w:rsidR="00304D4C" w:rsidRPr="00B510F0" w:rsidRDefault="00113A51" w:rsidP="00DD2032">
            <w:pPr>
              <w:pStyle w:val="Calendarbitlylinks"/>
            </w:pPr>
            <w:hyperlink r:id="rId49" w:history="1">
              <w:r w:rsidR="006A49E9" w:rsidRPr="00857D34">
                <w:rPr>
                  <w:rStyle w:val="Hyperlink"/>
                </w:rPr>
                <w:t>bit.ly/LPKEYMay03</w:t>
              </w:r>
            </w:hyperlink>
            <w:r w:rsidR="006A49E9"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E21059" w:rsidRPr="00B510F0" w:rsidRDefault="00E21059" w:rsidP="00857D34">
            <w:pPr>
              <w:pStyle w:val="Calendararticletitle"/>
            </w:pPr>
            <w:r w:rsidRPr="00B510F0">
              <w:t>‘How was school today?’ ‘Good.’</w:t>
            </w:r>
          </w:p>
          <w:p w:rsidR="006A49E9" w:rsidRDefault="00113A51" w:rsidP="00DD2032">
            <w:pPr>
              <w:pStyle w:val="Calendarbitlylinks"/>
            </w:pPr>
            <w:hyperlink r:id="rId50" w:history="1">
              <w:r w:rsidR="006A49E9" w:rsidRPr="00857D34">
                <w:rPr>
                  <w:rStyle w:val="Hyperlink"/>
                </w:rPr>
                <w:t>bit.ly/LPKPSMay01</w:t>
              </w:r>
            </w:hyperlink>
          </w:p>
          <w:p w:rsidR="00E21059" w:rsidRPr="00B510F0" w:rsidRDefault="00E21059" w:rsidP="00857D34">
            <w:pPr>
              <w:pStyle w:val="Calendararticletitle"/>
            </w:pPr>
            <w:r w:rsidRPr="00B510F0">
              <w:t>Every day counts: school attendance</w:t>
            </w:r>
          </w:p>
          <w:p w:rsidR="00D76207" w:rsidRDefault="00113A51" w:rsidP="00DD2032">
            <w:pPr>
              <w:pStyle w:val="Calendarbitlylinks"/>
            </w:pPr>
            <w:hyperlink r:id="rId51" w:history="1">
              <w:r w:rsidR="00D76207" w:rsidRPr="00857D34">
                <w:rPr>
                  <w:rStyle w:val="Hyperlink"/>
                </w:rPr>
                <w:t>bit.ly/LPKPSMay02</w:t>
              </w:r>
            </w:hyperlink>
          </w:p>
          <w:p w:rsidR="005A460B" w:rsidRPr="00B510F0" w:rsidRDefault="005A460B" w:rsidP="00857D34">
            <w:pPr>
              <w:pStyle w:val="Calendararticletitle"/>
            </w:pPr>
            <w:r w:rsidRPr="00B510F0">
              <w:t>School Refusal – what it is and how you can help</w:t>
            </w:r>
          </w:p>
          <w:p w:rsidR="00E21059" w:rsidRPr="00B510F0" w:rsidRDefault="00113A51" w:rsidP="00DD2032">
            <w:pPr>
              <w:pStyle w:val="Calendarbitlylinks"/>
            </w:pPr>
            <w:hyperlink r:id="rId52" w:history="1">
              <w:r w:rsidR="00D76207" w:rsidRPr="00857D34">
                <w:rPr>
                  <w:rStyle w:val="Hyperlink"/>
                </w:rPr>
                <w:t>bit.ly/LPKPSMay03</w:t>
              </w:r>
            </w:hyperlink>
            <w:r w:rsidR="00D76207"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B800A0" w:rsidRPr="00B510F0" w:rsidRDefault="00B800A0" w:rsidP="00857D34">
            <w:pPr>
              <w:pStyle w:val="Calendararticletitle"/>
            </w:pPr>
            <w:r w:rsidRPr="00B510F0">
              <w:t>How to ask your teen about school</w:t>
            </w:r>
          </w:p>
          <w:p w:rsidR="00D76207" w:rsidRDefault="00113A51" w:rsidP="00857D34">
            <w:pPr>
              <w:pStyle w:val="Calendarbitlylinks"/>
            </w:pPr>
            <w:hyperlink r:id="rId53" w:history="1">
              <w:r w:rsidR="00D76207" w:rsidRPr="00857D34">
                <w:rPr>
                  <w:rStyle w:val="Hyperlink"/>
                </w:rPr>
                <w:t>bit.ly/LPKHSMay01</w:t>
              </w:r>
            </w:hyperlink>
            <w:r w:rsidR="00D76207">
              <w:t xml:space="preserve"> </w:t>
            </w:r>
            <w:r w:rsidR="00D76207" w:rsidRPr="00D76207">
              <w:t xml:space="preserve"> </w:t>
            </w:r>
          </w:p>
          <w:p w:rsidR="00326907" w:rsidRPr="00B510F0" w:rsidRDefault="001E6B36" w:rsidP="00857D34">
            <w:pPr>
              <w:pStyle w:val="Calendararticletitle"/>
            </w:pPr>
            <w:r w:rsidRPr="00B510F0">
              <w:t>Signs that your teen is struggling at school</w:t>
            </w:r>
          </w:p>
          <w:p w:rsidR="00D76207" w:rsidRDefault="00113A51" w:rsidP="00857D34">
            <w:pPr>
              <w:pStyle w:val="Calendarbitlylinks"/>
            </w:pPr>
            <w:hyperlink r:id="rId54" w:history="1">
              <w:r w:rsidR="00D76207" w:rsidRPr="00857D34">
                <w:rPr>
                  <w:rStyle w:val="Hyperlink"/>
                </w:rPr>
                <w:t>bit.ly/LPKHSMay02</w:t>
              </w:r>
            </w:hyperlink>
          </w:p>
          <w:p w:rsidR="001F3A38" w:rsidRPr="00B510F0" w:rsidRDefault="001F3A38" w:rsidP="00857D34">
            <w:pPr>
              <w:pStyle w:val="Calendararticletitle"/>
            </w:pPr>
            <w:r w:rsidRPr="00B510F0">
              <w:t>Encouraging teen confidence at school</w:t>
            </w:r>
          </w:p>
          <w:p w:rsidR="001E6B36" w:rsidRPr="00B510F0" w:rsidRDefault="00D76207" w:rsidP="00857D34">
            <w:pPr>
              <w:pStyle w:val="Calendarbitlylinks"/>
              <w:rPr>
                <w:highlight w:val="yellow"/>
              </w:rPr>
            </w:pPr>
            <w:r w:rsidRPr="00D76207">
              <w:t>bit.ly/</w:t>
            </w:r>
            <w:r w:rsidRPr="00857D34">
              <w:t>LPKHSMay03</w:t>
            </w:r>
          </w:p>
        </w:tc>
      </w:tr>
      <w:tr w:rsidR="00326907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326907" w:rsidRPr="00857D34" w:rsidRDefault="00326907" w:rsidP="00857D34">
            <w:pPr>
              <w:pStyle w:val="MonthHeading"/>
            </w:pPr>
            <w:r w:rsidRPr="00857D34">
              <w:lastRenderedPageBreak/>
              <w:t>June</w:t>
            </w:r>
          </w:p>
        </w:tc>
        <w:tc>
          <w:tcPr>
            <w:tcW w:w="3260" w:type="dxa"/>
            <w:shd w:val="clear" w:color="auto" w:fill="FFFFFF" w:themeFill="background1"/>
          </w:tcPr>
          <w:p w:rsidR="006777D0" w:rsidRPr="00B510F0" w:rsidRDefault="006777D0" w:rsidP="00857D34">
            <w:pPr>
              <w:pStyle w:val="Calendararticletitle"/>
            </w:pPr>
            <w:r w:rsidRPr="00B510F0">
              <w:t>Feed the Senses with Kitchen Utensils</w:t>
            </w:r>
          </w:p>
          <w:p w:rsidR="006777D0" w:rsidRPr="00B510F0" w:rsidRDefault="00113A51" w:rsidP="00DD2032">
            <w:pPr>
              <w:pStyle w:val="Calendarbitlylinks"/>
            </w:pPr>
            <w:hyperlink r:id="rId55" w:history="1">
              <w:r w:rsidR="00D76207" w:rsidRPr="00857D34">
                <w:rPr>
                  <w:rStyle w:val="Hyperlink"/>
                </w:rPr>
                <w:t>bit.ly/LPKEYJun01</w:t>
              </w:r>
            </w:hyperlink>
            <w:r w:rsidR="00D76207">
              <w:t xml:space="preserve"> </w:t>
            </w:r>
            <w:r w:rsidR="006777D0" w:rsidRPr="00B510F0">
              <w:t xml:space="preserve"> </w:t>
            </w:r>
          </w:p>
          <w:p w:rsidR="00304D4C" w:rsidRPr="00B510F0" w:rsidRDefault="006777D0" w:rsidP="00857D34">
            <w:pPr>
              <w:pStyle w:val="Calendararticletitle"/>
            </w:pPr>
            <w:r w:rsidRPr="00B510F0">
              <w:t>Play is the way to learn all day</w:t>
            </w:r>
          </w:p>
          <w:p w:rsidR="00D76207" w:rsidRDefault="00113A51" w:rsidP="00DD2032">
            <w:pPr>
              <w:pStyle w:val="Calendarbitlylinks"/>
            </w:pPr>
            <w:hyperlink r:id="rId56" w:history="1">
              <w:r w:rsidR="00D76207" w:rsidRPr="00857D34">
                <w:rPr>
                  <w:rStyle w:val="Hyperlink"/>
                </w:rPr>
                <w:t>bit.ly/LPKEYJun02</w:t>
              </w:r>
            </w:hyperlink>
          </w:p>
          <w:p w:rsidR="006777D0" w:rsidRPr="00B510F0" w:rsidRDefault="006777D0" w:rsidP="00857D34">
            <w:pPr>
              <w:pStyle w:val="Calendararticletitle"/>
            </w:pPr>
            <w:r w:rsidRPr="00B510F0">
              <w:t>Reading to your child</w:t>
            </w:r>
          </w:p>
          <w:p w:rsidR="00304D4C" w:rsidRPr="00B510F0" w:rsidRDefault="00113A51" w:rsidP="00DD2032">
            <w:pPr>
              <w:pStyle w:val="Calendarbitlylinks"/>
            </w:pPr>
            <w:hyperlink r:id="rId57" w:history="1">
              <w:r w:rsidR="00D76207" w:rsidRPr="00857D34">
                <w:rPr>
                  <w:rStyle w:val="Hyperlink"/>
                </w:rPr>
                <w:t>bit.ly/LPKEYJun03</w:t>
              </w:r>
            </w:hyperlink>
            <w:r w:rsidR="00D76207"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5A460B" w:rsidRPr="00B510F0" w:rsidRDefault="005A460B" w:rsidP="00857D34">
            <w:pPr>
              <w:pStyle w:val="Calendararticletitle"/>
            </w:pPr>
            <w:r w:rsidRPr="00B510F0">
              <w:t>Benefits of extracurricular activities</w:t>
            </w:r>
          </w:p>
          <w:p w:rsidR="00FC7946" w:rsidRDefault="00113A51" w:rsidP="00DD2032">
            <w:pPr>
              <w:pStyle w:val="Calendarbitlylinks"/>
            </w:pPr>
            <w:hyperlink r:id="rId58" w:history="1">
              <w:r w:rsidR="00FC7946" w:rsidRPr="00857D34">
                <w:rPr>
                  <w:rStyle w:val="Hyperlink"/>
                </w:rPr>
                <w:t>bit.ly/LPKPSJun01</w:t>
              </w:r>
            </w:hyperlink>
          </w:p>
          <w:p w:rsidR="005A460B" w:rsidRPr="00B510F0" w:rsidRDefault="005A460B" w:rsidP="00857D34">
            <w:pPr>
              <w:pStyle w:val="Calendararticletitle"/>
            </w:pPr>
            <w:r w:rsidRPr="00B510F0">
              <w:t>Creating junior Picassos by promoting a love of art</w:t>
            </w:r>
          </w:p>
          <w:p w:rsidR="00307059" w:rsidRDefault="00113A51" w:rsidP="00DD2032">
            <w:pPr>
              <w:pStyle w:val="Calendarbitlylinks"/>
            </w:pPr>
            <w:hyperlink r:id="rId59" w:history="1">
              <w:r w:rsidR="00307059" w:rsidRPr="00857D34">
                <w:rPr>
                  <w:rStyle w:val="Hyperlink"/>
                </w:rPr>
                <w:t>bit.ly/LPKPSjun02</w:t>
              </w:r>
            </w:hyperlink>
          </w:p>
          <w:p w:rsidR="00FC7946" w:rsidRPr="00B510F0" w:rsidRDefault="00FC7946" w:rsidP="00857D34">
            <w:pPr>
              <w:pStyle w:val="Calendararticletitle"/>
            </w:pPr>
            <w:r w:rsidRPr="00B510F0">
              <w:t>Dear Diary: good reasons for keeping a diary or journal</w:t>
            </w:r>
          </w:p>
          <w:p w:rsidR="00FC7946" w:rsidRPr="00B510F0" w:rsidRDefault="00113A51" w:rsidP="001E3DC9">
            <w:pPr>
              <w:pStyle w:val="Calendarbitlylinks"/>
            </w:pPr>
            <w:hyperlink r:id="rId60" w:history="1">
              <w:r w:rsidR="00307059" w:rsidRPr="00857D34">
                <w:rPr>
                  <w:rStyle w:val="Hyperlink"/>
                </w:rPr>
                <w:t>bit.ly/</w:t>
              </w:r>
              <w:r w:rsidR="00307059" w:rsidRPr="001E3DC9">
                <w:rPr>
                  <w:rStyle w:val="Hyperlink"/>
                </w:rPr>
                <w:t>LPKPSJun03</w:t>
              </w:r>
            </w:hyperlink>
            <w:r w:rsidR="00307059"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E04B91" w:rsidRDefault="00E04B91" w:rsidP="00857D34">
            <w:pPr>
              <w:pStyle w:val="Calendararticletitle"/>
            </w:pPr>
            <w:r w:rsidRPr="00E04B91">
              <w:t>Routines and teens</w:t>
            </w:r>
          </w:p>
          <w:p w:rsidR="00307059" w:rsidRDefault="00113A51" w:rsidP="001E3DC9">
            <w:pPr>
              <w:pStyle w:val="Calendarbitlylinks"/>
            </w:pPr>
            <w:hyperlink r:id="rId61" w:history="1">
              <w:r w:rsidR="00307059" w:rsidRPr="00857D34">
                <w:rPr>
                  <w:rStyle w:val="Hyperlink"/>
                </w:rPr>
                <w:t>bit.ly/</w:t>
              </w:r>
              <w:r w:rsidR="00307059" w:rsidRPr="001E3DC9">
                <w:rPr>
                  <w:rStyle w:val="Hyperlink"/>
                </w:rPr>
                <w:t>LPKHSJun01</w:t>
              </w:r>
            </w:hyperlink>
          </w:p>
          <w:p w:rsidR="000A049D" w:rsidRPr="00B510F0" w:rsidRDefault="000A049D" w:rsidP="00857D34">
            <w:pPr>
              <w:pStyle w:val="Calendararticletitle"/>
            </w:pPr>
            <w:r w:rsidRPr="00B510F0">
              <w:t>Advising your teen on post school options</w:t>
            </w:r>
          </w:p>
          <w:p w:rsidR="00307059" w:rsidRDefault="00113A51" w:rsidP="001E3DC9">
            <w:pPr>
              <w:pStyle w:val="Calendarbitlylinks"/>
            </w:pPr>
            <w:hyperlink r:id="rId62" w:history="1">
              <w:r w:rsidR="00307059" w:rsidRPr="00857D34">
                <w:rPr>
                  <w:rStyle w:val="Hyperlink"/>
                </w:rPr>
                <w:t>bit.ly/</w:t>
              </w:r>
              <w:r w:rsidR="00307059" w:rsidRPr="001E3DC9">
                <w:rPr>
                  <w:rStyle w:val="Hyperlink"/>
                </w:rPr>
                <w:t>LPKHSJun02</w:t>
              </w:r>
            </w:hyperlink>
          </w:p>
          <w:p w:rsidR="000A049D" w:rsidRPr="00B510F0" w:rsidRDefault="000A049D" w:rsidP="00857D34">
            <w:pPr>
              <w:pStyle w:val="Calendararticletitle"/>
            </w:pPr>
            <w:r w:rsidRPr="00B510F0">
              <w:t>Choices, choices</w:t>
            </w:r>
          </w:p>
          <w:p w:rsidR="00326907" w:rsidRPr="00B510F0" w:rsidRDefault="00113A51" w:rsidP="001E3DC9">
            <w:pPr>
              <w:pStyle w:val="Calendarbitlylinks"/>
            </w:pPr>
            <w:hyperlink r:id="rId63" w:history="1">
              <w:r w:rsidR="00307059" w:rsidRPr="00857D34">
                <w:rPr>
                  <w:rStyle w:val="Hyperlink"/>
                </w:rPr>
                <w:t>bit.ly/</w:t>
              </w:r>
              <w:r w:rsidR="00307059" w:rsidRPr="001E3DC9">
                <w:rPr>
                  <w:rStyle w:val="Hyperlink"/>
                </w:rPr>
                <w:t>LPKHSJun03</w:t>
              </w:r>
            </w:hyperlink>
            <w:r w:rsidR="00307059">
              <w:t xml:space="preserve"> </w:t>
            </w:r>
          </w:p>
        </w:tc>
      </w:tr>
      <w:tr w:rsidR="00326907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326907" w:rsidRPr="00857D34" w:rsidRDefault="00326907" w:rsidP="00857D34">
            <w:pPr>
              <w:pStyle w:val="MonthHeading"/>
            </w:pPr>
            <w:r w:rsidRPr="00857D34">
              <w:t>July</w:t>
            </w:r>
          </w:p>
        </w:tc>
        <w:tc>
          <w:tcPr>
            <w:tcW w:w="3260" w:type="dxa"/>
            <w:shd w:val="clear" w:color="auto" w:fill="FFFFFF" w:themeFill="background1"/>
          </w:tcPr>
          <w:p w:rsidR="006777D0" w:rsidRPr="00B510F0" w:rsidRDefault="006777D0" w:rsidP="00857D34">
            <w:pPr>
              <w:pStyle w:val="Calendararticletitle"/>
            </w:pPr>
            <w:r w:rsidRPr="00B510F0">
              <w:t>Squishy sensory bags</w:t>
            </w:r>
          </w:p>
          <w:p w:rsidR="00171021" w:rsidRDefault="00113A51" w:rsidP="00767D3C">
            <w:pPr>
              <w:pStyle w:val="Calendarbitlylinks"/>
            </w:pPr>
            <w:hyperlink r:id="rId64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767D3C">
                <w:rPr>
                  <w:rStyle w:val="Hyperlink"/>
                </w:rPr>
                <w:t>LPKEYJul01</w:t>
              </w:r>
            </w:hyperlink>
          </w:p>
          <w:p w:rsidR="006777D0" w:rsidRPr="00B510F0" w:rsidRDefault="006777D0" w:rsidP="00857D34">
            <w:pPr>
              <w:pStyle w:val="Calendararticletitle"/>
            </w:pPr>
            <w:r w:rsidRPr="00B510F0">
              <w:t>Talking tips</w:t>
            </w:r>
          </w:p>
          <w:p w:rsidR="00171021" w:rsidRDefault="00113A51" w:rsidP="00767D3C">
            <w:pPr>
              <w:pStyle w:val="Calendarbitlylinks"/>
            </w:pPr>
            <w:hyperlink r:id="rId65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767D3C">
                <w:rPr>
                  <w:rStyle w:val="Hyperlink"/>
                </w:rPr>
                <w:t>LPKEYJul02</w:t>
              </w:r>
            </w:hyperlink>
          </w:p>
          <w:p w:rsidR="00304D4C" w:rsidRPr="00B510F0" w:rsidRDefault="006777D0" w:rsidP="00857D34">
            <w:pPr>
              <w:pStyle w:val="Calendararticletitle"/>
            </w:pPr>
            <w:r w:rsidRPr="00B510F0">
              <w:t>Developing early maths skills - spatial sense</w:t>
            </w:r>
          </w:p>
          <w:p w:rsidR="00304D4C" w:rsidRPr="00B510F0" w:rsidRDefault="00113A51" w:rsidP="00767D3C">
            <w:pPr>
              <w:pStyle w:val="Calendarbitlylinks"/>
            </w:pPr>
            <w:hyperlink r:id="rId66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767D3C">
                <w:rPr>
                  <w:rStyle w:val="Hyperlink"/>
                </w:rPr>
                <w:t>LPKEYJul03</w:t>
              </w:r>
            </w:hyperlink>
            <w:r w:rsidR="00171021"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F8700B" w:rsidRPr="00B510F0" w:rsidRDefault="00F8700B" w:rsidP="00857D34">
            <w:pPr>
              <w:pStyle w:val="Calendararticletitle"/>
            </w:pPr>
            <w:r w:rsidRPr="00B510F0">
              <w:t>A recipe for maths success</w:t>
            </w:r>
          </w:p>
          <w:p w:rsidR="00171021" w:rsidRDefault="00113A51" w:rsidP="00E754A5">
            <w:pPr>
              <w:pStyle w:val="Calendarbitlylinks"/>
            </w:pPr>
            <w:hyperlink r:id="rId67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E754A5">
                <w:rPr>
                  <w:rStyle w:val="Hyperlink"/>
                </w:rPr>
                <w:t>LPKPSJul01</w:t>
              </w:r>
            </w:hyperlink>
          </w:p>
          <w:p w:rsidR="00E21059" w:rsidRPr="00B510F0" w:rsidRDefault="00E21059" w:rsidP="00857D34">
            <w:pPr>
              <w:pStyle w:val="Calendararticletitle"/>
            </w:pPr>
            <w:r w:rsidRPr="00B510F0">
              <w:t>Learning about the Digital World</w:t>
            </w:r>
          </w:p>
          <w:p w:rsidR="00171021" w:rsidRDefault="00113A51" w:rsidP="00E754A5">
            <w:pPr>
              <w:pStyle w:val="Calendarbitlylinks"/>
            </w:pPr>
            <w:hyperlink r:id="rId68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E754A5">
                <w:rPr>
                  <w:rStyle w:val="Hyperlink"/>
                </w:rPr>
                <w:t>LPKPS02</w:t>
              </w:r>
            </w:hyperlink>
          </w:p>
          <w:p w:rsidR="00E21059" w:rsidRPr="00B510F0" w:rsidRDefault="00E21059" w:rsidP="00857D34">
            <w:pPr>
              <w:pStyle w:val="Calendararticletitle"/>
            </w:pPr>
            <w:r w:rsidRPr="00B510F0">
              <w:t>Reluctant readers – how to help</w:t>
            </w:r>
          </w:p>
          <w:p w:rsidR="00E21059" w:rsidRPr="00B510F0" w:rsidRDefault="00113A51" w:rsidP="00E754A5">
            <w:pPr>
              <w:pStyle w:val="Calendarbitlylinks"/>
            </w:pPr>
            <w:hyperlink r:id="rId69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E754A5">
                <w:rPr>
                  <w:rStyle w:val="Hyperlink"/>
                </w:rPr>
                <w:t>LPKPSJul03</w:t>
              </w:r>
            </w:hyperlink>
            <w:r w:rsidR="00171021"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F8700B" w:rsidRPr="00B510F0" w:rsidRDefault="00F8700B" w:rsidP="00857D34">
            <w:pPr>
              <w:pStyle w:val="Calendararticletitle"/>
            </w:pPr>
            <w:r w:rsidRPr="00B510F0">
              <w:t>It all adds up</w:t>
            </w:r>
          </w:p>
          <w:p w:rsidR="00171021" w:rsidRDefault="00113A51" w:rsidP="00E754A5">
            <w:pPr>
              <w:pStyle w:val="Calendarbitlylinks"/>
            </w:pPr>
            <w:hyperlink r:id="rId70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E754A5">
                <w:rPr>
                  <w:rStyle w:val="Hyperlink"/>
                </w:rPr>
                <w:t>LPKHSJul01</w:t>
              </w:r>
            </w:hyperlink>
            <w:r w:rsidR="00171021">
              <w:t xml:space="preserve"> </w:t>
            </w:r>
            <w:r w:rsidR="00171021" w:rsidRPr="00171021">
              <w:t xml:space="preserve"> </w:t>
            </w:r>
            <w:r w:rsidR="00171021">
              <w:t xml:space="preserve">  </w:t>
            </w:r>
          </w:p>
          <w:p w:rsidR="00252EE6" w:rsidRPr="00B510F0" w:rsidRDefault="00252EE6" w:rsidP="00857D34">
            <w:pPr>
              <w:pStyle w:val="Calendararticletitle"/>
            </w:pPr>
            <w:r w:rsidRPr="00B510F0">
              <w:t>Helping with High School English</w:t>
            </w:r>
          </w:p>
          <w:p w:rsidR="00171021" w:rsidRPr="00E754A5" w:rsidRDefault="00113A51" w:rsidP="00E754A5">
            <w:pPr>
              <w:pStyle w:val="Calendarbitlylinks"/>
            </w:pPr>
            <w:hyperlink r:id="rId71" w:history="1">
              <w:r w:rsidR="00171021" w:rsidRPr="00857D34">
                <w:rPr>
                  <w:rStyle w:val="Hyperlink"/>
                </w:rPr>
                <w:t>bit.ly/</w:t>
              </w:r>
              <w:r w:rsidR="00171021" w:rsidRPr="00E754A5">
                <w:rPr>
                  <w:rStyle w:val="Hyperlink"/>
                </w:rPr>
                <w:t>LPKHSJul02</w:t>
              </w:r>
            </w:hyperlink>
          </w:p>
          <w:p w:rsidR="00171021" w:rsidRPr="00857D34" w:rsidRDefault="00252EE6" w:rsidP="00857D34">
            <w:pPr>
              <w:pStyle w:val="Calendararticletitle"/>
              <w:rPr>
                <w:rStyle w:val="Hyperlink"/>
              </w:rPr>
            </w:pPr>
            <w:r w:rsidRPr="00B510F0">
              <w:t xml:space="preserve">The benefits of work experience </w:t>
            </w:r>
            <w:r w:rsidR="00171021">
              <w:fldChar w:fldCharType="begin"/>
            </w:r>
            <w:r w:rsidR="00171021">
              <w:instrText xml:space="preserve"> HYPERLINK "</w:instrText>
            </w:r>
            <w:r w:rsidR="00171021" w:rsidRPr="00171021">
              <w:instrText>http://bit.ly/LPKHSJul03</w:instrText>
            </w:r>
            <w:r w:rsidR="00171021">
              <w:instrText xml:space="preserve">" </w:instrText>
            </w:r>
            <w:r w:rsidR="00171021">
              <w:fldChar w:fldCharType="separate"/>
            </w:r>
          </w:p>
          <w:p w:rsidR="00252EE6" w:rsidRPr="00B510F0" w:rsidRDefault="00171021" w:rsidP="00E754A5">
            <w:pPr>
              <w:pStyle w:val="Calendarbitlylinks"/>
              <w:rPr>
                <w:highlight w:val="yellow"/>
              </w:rPr>
            </w:pPr>
            <w:r w:rsidRPr="00857D34">
              <w:rPr>
                <w:rStyle w:val="Hyperlink"/>
              </w:rPr>
              <w:t>bit.ly/</w:t>
            </w:r>
            <w:r w:rsidRPr="00E754A5">
              <w:rPr>
                <w:rStyle w:val="Hyperlink"/>
              </w:rPr>
              <w:t>LPKHSJul03</w:t>
            </w:r>
            <w:r w:rsidRPr="00E754A5">
              <w:fldChar w:fldCharType="end"/>
            </w:r>
            <w:r>
              <w:t xml:space="preserve"> </w:t>
            </w:r>
          </w:p>
        </w:tc>
      </w:tr>
      <w:tr w:rsidR="00857D34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857D34" w:rsidRPr="00857D34" w:rsidRDefault="00857D34" w:rsidP="00857D34">
            <w:pPr>
              <w:pStyle w:val="MonthHeading"/>
            </w:pPr>
            <w:r w:rsidRPr="00857D34">
              <w:t>August</w:t>
            </w:r>
          </w:p>
        </w:tc>
        <w:tc>
          <w:tcPr>
            <w:tcW w:w="3260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Mirror, mirror on the wall!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72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LPKEYAug01</w:t>
              </w:r>
            </w:hyperlink>
            <w:r w:rsidRPr="00B510F0">
              <w:rPr>
                <w:sz w:val="22"/>
              </w:rP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Science fun with littlies</w:t>
            </w:r>
          </w:p>
          <w:p w:rsidR="00857D34" w:rsidRDefault="00857D34" w:rsidP="00767D3C">
            <w:pPr>
              <w:pStyle w:val="Calendarbitlylinks"/>
            </w:pPr>
            <w:hyperlink r:id="rId73" w:history="1">
              <w:r w:rsidRPr="00857D34">
                <w:rPr>
                  <w:rStyle w:val="Hyperlink"/>
                </w:rPr>
                <w:t>bit.ly/LPKEYAug02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Kids cooking</w:t>
            </w:r>
          </w:p>
          <w:p w:rsidR="00857D34" w:rsidRPr="00B510F0" w:rsidRDefault="00857D34" w:rsidP="00767D3C">
            <w:pPr>
              <w:pStyle w:val="Calendarbitlylinks"/>
              <w:rPr>
                <w:rFonts w:cs="Droid Sans"/>
                <w:sz w:val="22"/>
              </w:rPr>
            </w:pPr>
            <w:hyperlink r:id="rId74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LPKEYAug03</w:t>
              </w:r>
            </w:hyperlink>
            <w:r>
              <w:rPr>
                <w:sz w:val="22"/>
              </w:rPr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STEM – nurturing young minds</w:t>
            </w:r>
          </w:p>
          <w:p w:rsidR="00857D34" w:rsidRDefault="00857D34" w:rsidP="00E754A5">
            <w:pPr>
              <w:pStyle w:val="Calendarbitlylinks"/>
            </w:pPr>
            <w:hyperlink r:id="rId75" w:history="1">
              <w:r w:rsidRPr="00857D34">
                <w:rPr>
                  <w:rStyle w:val="Hyperlink"/>
                </w:rPr>
                <w:t>bit.ly/LPKPSAug01</w:t>
              </w:r>
            </w:hyperlink>
            <w: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 xml:space="preserve">Learning from tests </w:t>
            </w:r>
          </w:p>
          <w:p w:rsidR="00857D34" w:rsidRPr="00171021" w:rsidRDefault="00857D34" w:rsidP="00E754A5">
            <w:pPr>
              <w:pStyle w:val="Calendarbitlylinks"/>
            </w:pPr>
            <w:hyperlink r:id="rId76" w:history="1">
              <w:r w:rsidRPr="00857D34">
                <w:rPr>
                  <w:rStyle w:val="Hyperlink"/>
                </w:rPr>
                <w:t>bit.ly/LPKPSAug02</w:t>
              </w:r>
            </w:hyperlink>
            <w:r w:rsidRPr="00B510F0">
              <w:t xml:space="preserve"> 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What is coding?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77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LPKPSAug3</w:t>
              </w:r>
            </w:hyperlink>
          </w:p>
        </w:tc>
        <w:tc>
          <w:tcPr>
            <w:tcW w:w="3083" w:type="dxa"/>
            <w:shd w:val="clear" w:color="auto" w:fill="FFFFFF" w:themeFill="background1"/>
          </w:tcPr>
          <w:p w:rsidR="00857D34" w:rsidRPr="00857D34" w:rsidRDefault="00857D34" w:rsidP="00857D34">
            <w:pPr>
              <w:pStyle w:val="Calendararticletitle"/>
              <w:rPr>
                <w:rStyle w:val="CalendarbitlylinksChar"/>
              </w:rPr>
            </w:pPr>
            <w:r w:rsidRPr="00B510F0">
              <w:t>Encouraging your teen’s interest in science</w:t>
            </w:r>
          </w:p>
          <w:p w:rsidR="00857D34" w:rsidRDefault="00857D34" w:rsidP="00E754A5">
            <w:pPr>
              <w:pStyle w:val="Calendarbitlylinks"/>
            </w:pPr>
            <w:hyperlink r:id="rId78" w:history="1">
              <w:r w:rsidRPr="00857D34">
                <w:rPr>
                  <w:rStyle w:val="Hyperlink"/>
                </w:rPr>
                <w:t>bit.ly/LPKHSAug01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Using a test to reset for success</w:t>
            </w:r>
          </w:p>
          <w:p w:rsidR="00857D34" w:rsidRPr="00B510F0" w:rsidRDefault="00857D34" w:rsidP="00E754A5">
            <w:pPr>
              <w:pStyle w:val="Calendarbitlylinks"/>
            </w:pPr>
            <w:hyperlink r:id="rId79" w:history="1">
              <w:r w:rsidRPr="00857D34">
                <w:rPr>
                  <w:rStyle w:val="Hyperlink"/>
                </w:rPr>
                <w:t>bit.ly/LPKHSAug02</w:t>
              </w:r>
            </w:hyperlink>
            <w:r w:rsidRPr="00B510F0">
              <w:t xml:space="preserve"> 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Code masters</w:t>
            </w:r>
          </w:p>
          <w:p w:rsidR="00857D34" w:rsidRPr="00B510F0" w:rsidRDefault="00857D34" w:rsidP="00E754A5">
            <w:pPr>
              <w:pStyle w:val="Calendarbitlylinks"/>
            </w:pPr>
            <w:hyperlink r:id="rId80" w:history="1">
              <w:r w:rsidRPr="00857D34">
                <w:rPr>
                  <w:rStyle w:val="Hyperlink"/>
                </w:rPr>
                <w:t>bit.ly/LPKHSAug03</w:t>
              </w:r>
            </w:hyperlink>
          </w:p>
        </w:tc>
      </w:tr>
      <w:tr w:rsidR="00857D34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857D34" w:rsidRPr="00857D34" w:rsidRDefault="00857D34" w:rsidP="00857D34">
            <w:pPr>
              <w:pStyle w:val="MonthHeading"/>
            </w:pPr>
            <w:r w:rsidRPr="00857D34">
              <w:t>September</w:t>
            </w:r>
          </w:p>
        </w:tc>
        <w:tc>
          <w:tcPr>
            <w:tcW w:w="3260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Development concerns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81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LPKEYSep1</w:t>
              </w:r>
            </w:hyperlink>
            <w:r w:rsidRPr="00B510F0">
              <w:rPr>
                <w:sz w:val="22"/>
              </w:rP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Clever baby – games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82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LPKEYSep2</w:t>
              </w:r>
            </w:hyperlink>
            <w:r w:rsidRPr="00B510F0">
              <w:rPr>
                <w:sz w:val="22"/>
              </w:rP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Bouncing, rolling, learning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83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LPKEYSep3</w:t>
              </w:r>
            </w:hyperlink>
            <w:r w:rsidRPr="00B510F0">
              <w:rPr>
                <w:sz w:val="22"/>
              </w:rPr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Get the best out of homework</w:t>
            </w:r>
          </w:p>
          <w:p w:rsidR="00857D34" w:rsidRDefault="00857D34" w:rsidP="00E754A5">
            <w:pPr>
              <w:pStyle w:val="Calendarbitlylinks"/>
            </w:pPr>
            <w:hyperlink r:id="rId84" w:history="1">
              <w:r w:rsidRPr="00857D34">
                <w:rPr>
                  <w:rStyle w:val="Hyperlink"/>
                </w:rPr>
                <w:t>bit.ly/LPKPSSep01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Keep calm and carry on</w:t>
            </w:r>
          </w:p>
          <w:p w:rsidR="00857D34" w:rsidRDefault="00857D34" w:rsidP="00E754A5">
            <w:pPr>
              <w:pStyle w:val="Calendarbitlylinks"/>
            </w:pPr>
            <w:hyperlink r:id="rId85" w:history="1">
              <w:r w:rsidRPr="00857D34">
                <w:rPr>
                  <w:rStyle w:val="Hyperlink"/>
                </w:rPr>
                <w:t>bit.ly/LPKPSSep02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Grandparents make learning fun</w:t>
            </w:r>
          </w:p>
          <w:p w:rsidR="00857D34" w:rsidRPr="00B510F0" w:rsidRDefault="00857D34" w:rsidP="00E754A5">
            <w:pPr>
              <w:pStyle w:val="Calendarbitlylinks"/>
              <w:rPr>
                <w:rFonts w:cs="Droid Sans"/>
                <w:sz w:val="22"/>
              </w:rPr>
            </w:pPr>
            <w:hyperlink r:id="rId86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LPKPSSep03</w:t>
              </w:r>
            </w:hyperlink>
            <w:r>
              <w:rPr>
                <w:sz w:val="22"/>
              </w:rPr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Study hacks</w:t>
            </w:r>
          </w:p>
          <w:p w:rsidR="00857D34" w:rsidRPr="00857D34" w:rsidRDefault="00857D34" w:rsidP="00E754A5">
            <w:pPr>
              <w:pStyle w:val="Calendarbitlylinks"/>
            </w:pPr>
            <w:hyperlink r:id="rId87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LPKHSSep1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Homework tips</w:t>
            </w:r>
          </w:p>
          <w:p w:rsidR="00857D34" w:rsidRPr="00857D34" w:rsidRDefault="00857D34" w:rsidP="00E754A5">
            <w:pPr>
              <w:pStyle w:val="Calendarbitlylinks"/>
            </w:pPr>
            <w:hyperlink r:id="rId88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LPKHSSep2</w:t>
              </w:r>
            </w:hyperlink>
            <w:r w:rsidRPr="00857D34"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Smart teen screen time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89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LPKHSSep3</w:t>
              </w:r>
            </w:hyperlink>
            <w:r>
              <w:rPr>
                <w:rFonts w:eastAsiaTheme="minorEastAsia" w:cs="Droid Sans"/>
                <w:bCs w:val="0"/>
                <w:color w:val="auto"/>
                <w:sz w:val="22"/>
                <w:u w:val="none"/>
                <w:lang w:eastAsia="ja-JP"/>
              </w:rPr>
              <w:t xml:space="preserve"> </w:t>
            </w:r>
          </w:p>
        </w:tc>
      </w:tr>
      <w:tr w:rsidR="00857D34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857D34" w:rsidRPr="00857D34" w:rsidRDefault="00857D34" w:rsidP="00857D34">
            <w:pPr>
              <w:pStyle w:val="MonthHeading"/>
            </w:pPr>
            <w:r w:rsidRPr="00857D34">
              <w:t>October</w:t>
            </w:r>
          </w:p>
        </w:tc>
        <w:tc>
          <w:tcPr>
            <w:tcW w:w="3260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Going on a bug hunt</w:t>
            </w:r>
          </w:p>
          <w:p w:rsidR="00857D34" w:rsidRPr="00857D34" w:rsidRDefault="00857D34" w:rsidP="00767D3C">
            <w:pPr>
              <w:pStyle w:val="Calendarbitlylinks"/>
            </w:pPr>
            <w:hyperlink r:id="rId90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LPKEYOct1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Developing green thumbs early</w:t>
            </w:r>
          </w:p>
          <w:p w:rsidR="00857D34" w:rsidRPr="00857D34" w:rsidRDefault="00857D34" w:rsidP="00767D3C">
            <w:pPr>
              <w:pStyle w:val="Calendarbitlylinks"/>
            </w:pPr>
            <w:hyperlink r:id="rId91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LPKEYOct2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Baby explorers!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92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LPKEYOct3</w:t>
              </w:r>
            </w:hyperlink>
            <w:r w:rsidRPr="00B510F0">
              <w:rPr>
                <w:sz w:val="22"/>
              </w:rPr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Making the most of parent-teacher night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93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LPKPSOct1</w:t>
              </w:r>
            </w:hyperlink>
            <w:r w:rsidRPr="00857D34"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Why parent-teacher interviews matter</w:t>
            </w:r>
          </w:p>
          <w:p w:rsidR="00857D34" w:rsidRPr="00857D34" w:rsidRDefault="00857D34" w:rsidP="00E754A5">
            <w:pPr>
              <w:pStyle w:val="Calendarbitlylinks"/>
            </w:pPr>
            <w:hyperlink r:id="rId94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LPKPSOct2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Make shining stars with reward charts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95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LPKPSOct3</w:t>
              </w:r>
            </w:hyperlink>
            <w:r w:rsidRPr="00B510F0">
              <w:rPr>
                <w:sz w:val="22"/>
              </w:rPr>
              <w:t xml:space="preserve"> </w:t>
            </w:r>
          </w:p>
        </w:tc>
        <w:tc>
          <w:tcPr>
            <w:tcW w:w="3083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Exam time – preparing for success</w:t>
            </w:r>
          </w:p>
          <w:p w:rsidR="00857D34" w:rsidRPr="00857D34" w:rsidRDefault="00857D34" w:rsidP="00E754A5">
            <w:pPr>
              <w:pStyle w:val="Calendarbitlylinks"/>
            </w:pPr>
            <w:hyperlink r:id="rId96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LPKHSOct1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Learning on the go!</w:t>
            </w:r>
          </w:p>
          <w:p w:rsidR="00857D34" w:rsidRDefault="00857D34" w:rsidP="00E754A5">
            <w:pPr>
              <w:pStyle w:val="Calendarbitlylinks"/>
            </w:pPr>
            <w:hyperlink r:id="rId97" w:history="1">
              <w:r w:rsidRPr="00857D34">
                <w:rPr>
                  <w:rStyle w:val="Hyperlink"/>
                </w:rPr>
                <w:t>bit.ly/LPKHSOct02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Time with your teen – make it count!</w:t>
            </w:r>
          </w:p>
          <w:p w:rsidR="00857D34" w:rsidRPr="00B510F0" w:rsidRDefault="00857D34" w:rsidP="00E754A5">
            <w:pPr>
              <w:pStyle w:val="Calendarbitlylinks"/>
              <w:rPr>
                <w:rFonts w:cs="Droid Sans"/>
                <w:sz w:val="22"/>
              </w:rPr>
            </w:pPr>
            <w:hyperlink r:id="rId98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LPKHSOct3</w:t>
              </w:r>
            </w:hyperlink>
          </w:p>
        </w:tc>
      </w:tr>
      <w:tr w:rsidR="00857D34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857D34" w:rsidRPr="00857D34" w:rsidRDefault="00857D34" w:rsidP="00857D34">
            <w:pPr>
              <w:pStyle w:val="MonthHeading"/>
            </w:pPr>
            <w:r w:rsidRPr="00857D34">
              <w:t>November</w:t>
            </w:r>
          </w:p>
        </w:tc>
        <w:tc>
          <w:tcPr>
            <w:tcW w:w="3260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Improving fine motor skills</w:t>
            </w:r>
          </w:p>
          <w:p w:rsidR="00857D34" w:rsidRDefault="00857D34" w:rsidP="00767D3C">
            <w:pPr>
              <w:pStyle w:val="Calendarbitlylinks"/>
            </w:pPr>
            <w:hyperlink r:id="rId99" w:history="1">
              <w:r w:rsidRPr="00857D34">
                <w:rPr>
                  <w:rStyle w:val="Hyperlink"/>
                </w:rPr>
                <w:t>bit.ly/LPKEYNov01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Developing early maths skills – number sense</w:t>
            </w:r>
          </w:p>
          <w:p w:rsidR="00857D34" w:rsidRDefault="00857D34" w:rsidP="00767D3C">
            <w:pPr>
              <w:pStyle w:val="Calendarbitlylinks"/>
            </w:pPr>
            <w:hyperlink r:id="rId100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LPKEYnov02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Water play</w:t>
            </w:r>
          </w:p>
          <w:p w:rsidR="00857D34" w:rsidRPr="00B510F0" w:rsidRDefault="00857D34" w:rsidP="00E754A5">
            <w:pPr>
              <w:pStyle w:val="Calendarbitlylinks"/>
              <w:rPr>
                <w:rFonts w:cs="Droid Sans"/>
                <w:sz w:val="22"/>
              </w:rPr>
            </w:pPr>
            <w:hyperlink r:id="rId101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LPKEYNov03</w:t>
              </w:r>
            </w:hyperlink>
          </w:p>
        </w:tc>
        <w:tc>
          <w:tcPr>
            <w:tcW w:w="3402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'Pause, Prompt, Praise' for working out tricky words</w:t>
            </w:r>
          </w:p>
          <w:p w:rsidR="00857D34" w:rsidRDefault="00857D34" w:rsidP="00E754A5">
            <w:pPr>
              <w:pStyle w:val="Calendarbitlylinks"/>
            </w:pPr>
            <w:hyperlink r:id="rId102" w:history="1">
              <w:r w:rsidRPr="00857D34">
                <w:rPr>
                  <w:rStyle w:val="Hyperlink"/>
                </w:rPr>
                <w:t>bit.ly/LPKPSNov01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TV: Keeping watch!</w:t>
            </w:r>
          </w:p>
          <w:p w:rsidR="00857D34" w:rsidRDefault="00857D34" w:rsidP="00E754A5">
            <w:pPr>
              <w:pStyle w:val="Calendarbitlylinks"/>
            </w:pPr>
            <w:hyperlink r:id="rId103" w:history="1">
              <w:r w:rsidRPr="00857D34">
                <w:rPr>
                  <w:rStyle w:val="Hyperlink"/>
                </w:rPr>
                <w:t>bit.ly/LPKPSNov02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The benefits of outdoor play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104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LPKPSNov03</w:t>
              </w:r>
            </w:hyperlink>
          </w:p>
        </w:tc>
        <w:tc>
          <w:tcPr>
            <w:tcW w:w="3083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Talking about school reports with your teen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105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LPKHSNov1</w:t>
              </w:r>
            </w:hyperlink>
            <w:r w:rsidRPr="00B510F0">
              <w:rPr>
                <w:sz w:val="22"/>
              </w:rP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Tips for staying connected with teens</w:t>
            </w:r>
          </w:p>
          <w:p w:rsidR="00857D34" w:rsidRDefault="00857D34" w:rsidP="00E754A5">
            <w:pPr>
              <w:pStyle w:val="Calendarbitlylinks"/>
            </w:pPr>
            <w:hyperlink r:id="rId106" w:history="1">
              <w:r w:rsidRPr="00857D34">
                <w:rPr>
                  <w:rStyle w:val="Hyperlink"/>
                </w:rPr>
                <w:t>bit.ly/LPKHSNov02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Freeing your teen from technology</w:t>
            </w:r>
          </w:p>
          <w:p w:rsidR="00857D34" w:rsidRPr="00B510F0" w:rsidRDefault="00857D34" w:rsidP="00E754A5">
            <w:pPr>
              <w:pStyle w:val="Calendarbitlylinks"/>
            </w:pPr>
            <w:r w:rsidRPr="00C6310D">
              <w:t>bit.ly/</w:t>
            </w:r>
            <w:r w:rsidRPr="00E754A5">
              <w:t>LPKHSNov03</w:t>
            </w:r>
          </w:p>
        </w:tc>
      </w:tr>
      <w:tr w:rsidR="00857D34" w:rsidRPr="00452C9D" w:rsidTr="001E3DC9">
        <w:trPr>
          <w:cantSplit/>
          <w:trHeight w:val="1701"/>
        </w:trPr>
        <w:tc>
          <w:tcPr>
            <w:tcW w:w="534" w:type="dxa"/>
            <w:shd w:val="clear" w:color="auto" w:fill="FFFFFF" w:themeFill="background1"/>
            <w:textDirection w:val="btLr"/>
            <w:vAlign w:val="center"/>
          </w:tcPr>
          <w:p w:rsidR="00857D34" w:rsidRPr="00857D34" w:rsidRDefault="00857D34" w:rsidP="00857D34">
            <w:pPr>
              <w:pStyle w:val="MonthHeading"/>
            </w:pPr>
            <w:r w:rsidRPr="00857D34">
              <w:t>December</w:t>
            </w:r>
          </w:p>
        </w:tc>
        <w:tc>
          <w:tcPr>
            <w:tcW w:w="3260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Summer holiday challenge</w:t>
            </w:r>
          </w:p>
          <w:p w:rsidR="00857D34" w:rsidRPr="00857D34" w:rsidRDefault="00857D34" w:rsidP="00767D3C">
            <w:pPr>
              <w:pStyle w:val="Calendarbitlylinks"/>
            </w:pPr>
            <w:hyperlink r:id="rId107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LPKEYDec1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Top five car games</w:t>
            </w:r>
          </w:p>
          <w:p w:rsidR="00857D34" w:rsidRPr="00857D34" w:rsidRDefault="00857D34" w:rsidP="00767D3C">
            <w:pPr>
              <w:pStyle w:val="Calendarbitlylinks"/>
            </w:pPr>
            <w:hyperlink r:id="rId108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LPKEYDec2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Create a reading space</w:t>
            </w:r>
          </w:p>
          <w:p w:rsidR="00857D34" w:rsidRPr="00B510F0" w:rsidRDefault="00857D34" w:rsidP="00767D3C">
            <w:pPr>
              <w:pStyle w:val="Calendarbitlylinks"/>
              <w:rPr>
                <w:sz w:val="22"/>
              </w:rPr>
            </w:pPr>
            <w:hyperlink r:id="rId109" w:history="1">
              <w:r w:rsidRPr="00857D34">
                <w:rPr>
                  <w:rStyle w:val="Hyperlink"/>
                </w:rPr>
                <w:t>bit.ly/</w:t>
              </w:r>
              <w:r w:rsidRPr="00767D3C">
                <w:rPr>
                  <w:rStyle w:val="Hyperlink"/>
                </w:rPr>
                <w:t>LPKEYDec3</w:t>
              </w:r>
            </w:hyperlink>
            <w:r w:rsidRPr="00B510F0">
              <w:rPr>
                <w:rFonts w:eastAsiaTheme="minorEastAsia" w:cs="Droid Sans"/>
                <w:bCs w:val="0"/>
                <w:color w:val="auto"/>
                <w:sz w:val="22"/>
                <w:u w:val="none"/>
                <w:lang w:eastAsia="ja-JP"/>
              </w:rPr>
              <w:t xml:space="preserve"> </w:t>
            </w:r>
          </w:p>
        </w:tc>
        <w:tc>
          <w:tcPr>
            <w:tcW w:w="3402" w:type="dxa"/>
            <w:shd w:val="clear" w:color="auto" w:fill="FFFFFF" w:themeFill="background1"/>
          </w:tcPr>
          <w:p w:rsidR="00857D34" w:rsidRPr="00DF74D3" w:rsidRDefault="00857D34" w:rsidP="00857D34">
            <w:pPr>
              <w:pStyle w:val="Calendararticletitle"/>
            </w:pPr>
            <w:r w:rsidRPr="00DF74D3">
              <w:t>Summer holiday challenge</w:t>
            </w:r>
          </w:p>
          <w:p w:rsidR="00857D34" w:rsidRPr="00E754A5" w:rsidRDefault="00857D34" w:rsidP="00E754A5">
            <w:pPr>
              <w:pStyle w:val="Calendarbitlylinks"/>
            </w:pPr>
            <w:hyperlink r:id="rId110" w:history="1">
              <w:r w:rsidRPr="00857D34">
                <w:rPr>
                  <w:rStyle w:val="Hyperlink"/>
                </w:rPr>
                <w:t>bit.ly/LPLKPSDec1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Kids herb garden</w:t>
            </w:r>
          </w:p>
          <w:p w:rsidR="00857D34" w:rsidRPr="00857D34" w:rsidRDefault="00857D34" w:rsidP="00E754A5">
            <w:pPr>
              <w:pStyle w:val="Calendarbitlylinks"/>
            </w:pPr>
            <w:hyperlink r:id="rId111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LPKPSDec2</w:t>
              </w:r>
            </w:hyperlink>
          </w:p>
          <w:p w:rsidR="00857D34" w:rsidRPr="00B510F0" w:rsidRDefault="00857D34" w:rsidP="00857D34">
            <w:pPr>
              <w:pStyle w:val="Calendararticletitle"/>
            </w:pPr>
            <w:r w:rsidRPr="00B510F0">
              <w:t>World’s best paper aeroplane</w:t>
            </w:r>
          </w:p>
          <w:p w:rsidR="00857D34" w:rsidRPr="00B510F0" w:rsidRDefault="00857D34" w:rsidP="00E754A5">
            <w:pPr>
              <w:pStyle w:val="Calendarbitlylinks"/>
              <w:rPr>
                <w:rFonts w:cs="Droid Sans"/>
                <w:sz w:val="22"/>
              </w:rPr>
            </w:pPr>
            <w:hyperlink r:id="rId112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LPKPSDec3</w:t>
              </w:r>
            </w:hyperlink>
          </w:p>
        </w:tc>
        <w:tc>
          <w:tcPr>
            <w:tcW w:w="3083" w:type="dxa"/>
            <w:shd w:val="clear" w:color="auto" w:fill="FFFFFF" w:themeFill="background1"/>
          </w:tcPr>
          <w:p w:rsidR="00857D34" w:rsidRPr="00B510F0" w:rsidRDefault="00857D34" w:rsidP="00857D34">
            <w:pPr>
              <w:pStyle w:val="Calendararticletitle"/>
            </w:pPr>
            <w:r w:rsidRPr="00B510F0">
              <w:t>Summer holiday challenge</w:t>
            </w:r>
          </w:p>
          <w:p w:rsidR="00857D34" w:rsidRPr="00857D34" w:rsidRDefault="00857D34" w:rsidP="00E754A5">
            <w:pPr>
              <w:pStyle w:val="Calendarbitlylinks"/>
            </w:pPr>
            <w:hyperlink r:id="rId113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LPKHSDec1</w:t>
              </w:r>
            </w:hyperlink>
            <w:r w:rsidRPr="00857D34"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Holiday movie-making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114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LPKHSDec2</w:t>
              </w:r>
            </w:hyperlink>
            <w:r w:rsidRPr="00B510F0">
              <w:rPr>
                <w:sz w:val="22"/>
              </w:rPr>
              <w:t xml:space="preserve"> </w:t>
            </w:r>
          </w:p>
          <w:p w:rsidR="00857D34" w:rsidRPr="00B510F0" w:rsidRDefault="00857D34" w:rsidP="00857D34">
            <w:pPr>
              <w:pStyle w:val="Calendararticletitle"/>
            </w:pPr>
            <w:r w:rsidRPr="00B510F0">
              <w:t>Recharge, reflect, reset, restart</w:t>
            </w:r>
          </w:p>
          <w:p w:rsidR="00857D34" w:rsidRPr="00B510F0" w:rsidRDefault="00857D34" w:rsidP="00E754A5">
            <w:pPr>
              <w:pStyle w:val="Calendarbitlylinks"/>
              <w:rPr>
                <w:sz w:val="22"/>
              </w:rPr>
            </w:pPr>
            <w:hyperlink r:id="rId115" w:history="1">
              <w:r w:rsidRPr="00857D34">
                <w:rPr>
                  <w:rStyle w:val="Hyperlink"/>
                </w:rPr>
                <w:t>bit.ly/</w:t>
              </w:r>
              <w:r w:rsidRPr="00E754A5">
                <w:rPr>
                  <w:rStyle w:val="Hyperlink"/>
                </w:rPr>
                <w:t>LPKHSDec3</w:t>
              </w:r>
            </w:hyperlink>
            <w:r w:rsidRPr="00B510F0">
              <w:rPr>
                <w:sz w:val="22"/>
              </w:rPr>
              <w:t xml:space="preserve"> </w:t>
            </w:r>
          </w:p>
        </w:tc>
      </w:tr>
    </w:tbl>
    <w:p w:rsidR="00FA33E0" w:rsidRPr="001E3DC9" w:rsidRDefault="00FA33E0">
      <w:pPr>
        <w:rPr>
          <w:sz w:val="14"/>
        </w:rPr>
      </w:pPr>
    </w:p>
    <w:sectPr w:rsidR="00FA33E0" w:rsidRPr="001E3DC9" w:rsidSect="001E3DC9">
      <w:headerReference w:type="default" r:id="rId116"/>
      <w:footerReference w:type="default" r:id="rId117"/>
      <w:pgSz w:w="11906" w:h="16838"/>
      <w:pgMar w:top="720" w:right="720" w:bottom="720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21" w:rsidRDefault="00171021" w:rsidP="00171021">
      <w:r>
        <w:separator/>
      </w:r>
    </w:p>
    <w:p w:rsidR="00000000" w:rsidRDefault="00113A51"/>
  </w:endnote>
  <w:endnote w:type="continuationSeparator" w:id="0">
    <w:p w:rsidR="00171021" w:rsidRDefault="00171021" w:rsidP="00171021">
      <w:r>
        <w:continuationSeparator/>
      </w:r>
    </w:p>
    <w:p w:rsidR="00000000" w:rsidRDefault="00113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roid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DC9" w:rsidRPr="00113A51" w:rsidRDefault="001E3DC9" w:rsidP="001E3DC9">
    <w:pPr>
      <w:pStyle w:val="Footer"/>
      <w:tabs>
        <w:tab w:val="clear" w:pos="9026"/>
        <w:tab w:val="right" w:pos="10065"/>
      </w:tabs>
      <w:rPr>
        <w:rFonts w:cstheme="minorHAnsi"/>
        <w:sz w:val="18"/>
      </w:rPr>
    </w:pPr>
    <w:proofErr w:type="spellStart"/>
    <w:r w:rsidRPr="00113A51">
      <w:rPr>
        <w:rFonts w:cstheme="minorHAnsi"/>
        <w:sz w:val="16"/>
      </w:rPr>
      <w:t>LP</w:t>
    </w:r>
    <w:r w:rsidRPr="00113A51">
      <w:rPr>
        <w:rFonts w:cstheme="minorHAnsi"/>
        <w:sz w:val="16"/>
      </w:rPr>
      <w:t>Cal17.1</w:t>
    </w:r>
    <w:proofErr w:type="spellEnd"/>
    <w:r w:rsidRPr="00113A51">
      <w:rPr>
        <w:rFonts w:cstheme="minorHAnsi"/>
        <w:sz w:val="18"/>
      </w:rPr>
      <w:tab/>
    </w:r>
    <w:r w:rsidRPr="00113A51">
      <w:rPr>
        <w:rFonts w:cstheme="minorHAnsi"/>
        <w:sz w:val="18"/>
      </w:rPr>
      <w:tab/>
      <w:t xml:space="preserve">Page | </w:t>
    </w:r>
    <w:sdt>
      <w:sdtPr>
        <w:rPr>
          <w:rFonts w:cstheme="minorHAnsi"/>
          <w:sz w:val="18"/>
        </w:rPr>
        <w:id w:val="-160780957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13A51">
          <w:rPr>
            <w:rFonts w:cstheme="minorHAnsi"/>
            <w:sz w:val="18"/>
          </w:rPr>
          <w:fldChar w:fldCharType="begin"/>
        </w:r>
        <w:r w:rsidRPr="00113A51">
          <w:rPr>
            <w:rFonts w:cstheme="minorHAnsi"/>
            <w:sz w:val="18"/>
          </w:rPr>
          <w:instrText xml:space="preserve"> PAGE   \* MERGEFORMAT </w:instrText>
        </w:r>
        <w:r w:rsidRPr="00113A51">
          <w:rPr>
            <w:rFonts w:cstheme="minorHAnsi"/>
            <w:sz w:val="18"/>
          </w:rPr>
          <w:fldChar w:fldCharType="separate"/>
        </w:r>
        <w:r w:rsidR="00113A51">
          <w:rPr>
            <w:rFonts w:cstheme="minorHAnsi"/>
            <w:noProof/>
            <w:sz w:val="18"/>
          </w:rPr>
          <w:t>2</w:t>
        </w:r>
        <w:r w:rsidRPr="00113A51">
          <w:rPr>
            <w:rFonts w:cstheme="minorHAnsi"/>
            <w:noProof/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21" w:rsidRDefault="00171021" w:rsidP="00171021">
      <w:r>
        <w:separator/>
      </w:r>
    </w:p>
    <w:p w:rsidR="00000000" w:rsidRDefault="00113A51"/>
  </w:footnote>
  <w:footnote w:type="continuationSeparator" w:id="0">
    <w:p w:rsidR="00171021" w:rsidRDefault="00171021" w:rsidP="00171021">
      <w:r>
        <w:continuationSeparator/>
      </w:r>
    </w:p>
    <w:p w:rsidR="00000000" w:rsidRDefault="00113A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DC9" w:rsidRDefault="001E3DC9" w:rsidP="001E3DC9">
    <w:pPr>
      <w:pStyle w:val="Header"/>
      <w:jc w:val="right"/>
    </w:pPr>
    <w:r>
      <w:rPr>
        <w:rFonts w:asciiTheme="majorHAnsi" w:hAnsiTheme="majorHAnsi"/>
        <w:noProof/>
        <w:lang w:eastAsia="en-AU"/>
      </w:rPr>
      <w:drawing>
        <wp:inline distT="0" distB="0" distL="0" distR="0" wp14:anchorId="64424EB1" wp14:editId="5ED1BBE8">
          <wp:extent cx="1571615" cy="518804"/>
          <wp:effectExtent l="0" t="0" r="0" b="0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earning Potential\Logos\Official logo files from BCM\Learning Potential (original)\DOE Learning potential logo_H_Orang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71615" cy="518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01"/>
    <w:rsid w:val="0002516D"/>
    <w:rsid w:val="00081A3C"/>
    <w:rsid w:val="00082A49"/>
    <w:rsid w:val="00083D17"/>
    <w:rsid w:val="000A049D"/>
    <w:rsid w:val="000B3BD4"/>
    <w:rsid w:val="00113A51"/>
    <w:rsid w:val="001361D0"/>
    <w:rsid w:val="00171021"/>
    <w:rsid w:val="001749DF"/>
    <w:rsid w:val="001B7B06"/>
    <w:rsid w:val="001D19DE"/>
    <w:rsid w:val="001D5107"/>
    <w:rsid w:val="001E3DC9"/>
    <w:rsid w:val="001E6B36"/>
    <w:rsid w:val="001F3A38"/>
    <w:rsid w:val="00211062"/>
    <w:rsid w:val="002426CC"/>
    <w:rsid w:val="0024703A"/>
    <w:rsid w:val="00252EE6"/>
    <w:rsid w:val="002742A3"/>
    <w:rsid w:val="0030144E"/>
    <w:rsid w:val="00304D4C"/>
    <w:rsid w:val="00307059"/>
    <w:rsid w:val="00311EB3"/>
    <w:rsid w:val="00326907"/>
    <w:rsid w:val="00363CC2"/>
    <w:rsid w:val="00374D95"/>
    <w:rsid w:val="00375111"/>
    <w:rsid w:val="0049220E"/>
    <w:rsid w:val="004B5C9A"/>
    <w:rsid w:val="004C132A"/>
    <w:rsid w:val="004F50B3"/>
    <w:rsid w:val="005731C4"/>
    <w:rsid w:val="005A2499"/>
    <w:rsid w:val="005A460B"/>
    <w:rsid w:val="00607A7F"/>
    <w:rsid w:val="00617F88"/>
    <w:rsid w:val="00631E4F"/>
    <w:rsid w:val="006777D0"/>
    <w:rsid w:val="006A49E9"/>
    <w:rsid w:val="00767D3C"/>
    <w:rsid w:val="007C5C09"/>
    <w:rsid w:val="007E11DF"/>
    <w:rsid w:val="00813801"/>
    <w:rsid w:val="00857D34"/>
    <w:rsid w:val="00870B87"/>
    <w:rsid w:val="00874E7E"/>
    <w:rsid w:val="008D6BBF"/>
    <w:rsid w:val="0090436D"/>
    <w:rsid w:val="00933FEE"/>
    <w:rsid w:val="0096578D"/>
    <w:rsid w:val="00A17E7B"/>
    <w:rsid w:val="00A365D1"/>
    <w:rsid w:val="00A617C5"/>
    <w:rsid w:val="00A6784F"/>
    <w:rsid w:val="00B12A5C"/>
    <w:rsid w:val="00B208BA"/>
    <w:rsid w:val="00B510F0"/>
    <w:rsid w:val="00B5716C"/>
    <w:rsid w:val="00B736EC"/>
    <w:rsid w:val="00B800A0"/>
    <w:rsid w:val="00C006D7"/>
    <w:rsid w:val="00C6310D"/>
    <w:rsid w:val="00C66D38"/>
    <w:rsid w:val="00C72111"/>
    <w:rsid w:val="00C90174"/>
    <w:rsid w:val="00CA2A79"/>
    <w:rsid w:val="00CA57C1"/>
    <w:rsid w:val="00CD0493"/>
    <w:rsid w:val="00D14190"/>
    <w:rsid w:val="00D76207"/>
    <w:rsid w:val="00D82141"/>
    <w:rsid w:val="00D83B06"/>
    <w:rsid w:val="00D87D19"/>
    <w:rsid w:val="00DD2032"/>
    <w:rsid w:val="00DE7EEC"/>
    <w:rsid w:val="00DF74D3"/>
    <w:rsid w:val="00E04B91"/>
    <w:rsid w:val="00E21059"/>
    <w:rsid w:val="00E44BA2"/>
    <w:rsid w:val="00E605AE"/>
    <w:rsid w:val="00E754A5"/>
    <w:rsid w:val="00E83B6D"/>
    <w:rsid w:val="00EA3371"/>
    <w:rsid w:val="00F31B27"/>
    <w:rsid w:val="00F84A52"/>
    <w:rsid w:val="00F8700B"/>
    <w:rsid w:val="00FA33E0"/>
    <w:rsid w:val="00FC7946"/>
    <w:rsid w:val="00FE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380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E3D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3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3801"/>
    <w:rPr>
      <w:color w:val="FF9D00"/>
      <w:u w:val="single"/>
    </w:rPr>
  </w:style>
  <w:style w:type="table" w:styleId="TableGrid">
    <w:name w:val="Table Grid"/>
    <w:basedOn w:val="TableNormal"/>
    <w:uiPriority w:val="59"/>
    <w:rsid w:val="00813801"/>
    <w:rPr>
      <w:rFonts w:asciiTheme="minorHAnsi" w:eastAsiaTheme="minorEastAsia" w:hAnsiTheme="minorHAnsi" w:cstheme="minorBidi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endarbitlylinks">
    <w:name w:val="Calendar bitly links"/>
    <w:basedOn w:val="Heading5"/>
    <w:link w:val="CalendarbitlylinksChar"/>
    <w:qFormat/>
    <w:rsid w:val="00857D34"/>
    <w:pPr>
      <w:spacing w:before="0" w:after="40"/>
      <w:ind w:left="113"/>
    </w:pPr>
    <w:rPr>
      <w:rFonts w:ascii="Calibri" w:hAnsi="Calibri" w:cstheme="majorHAnsi"/>
      <w:bCs/>
      <w:noProof/>
      <w:color w:val="FF9D00"/>
      <w:sz w:val="18"/>
      <w:szCs w:val="22"/>
      <w:u w:val="single"/>
      <w:lang w:eastAsia="en-US"/>
    </w:rPr>
  </w:style>
  <w:style w:type="paragraph" w:customStyle="1" w:styleId="Calendararticletitle">
    <w:name w:val="Calendar article title"/>
    <w:basedOn w:val="Normal"/>
    <w:link w:val="CalendararticletitleChar"/>
    <w:qFormat/>
    <w:rsid w:val="00857D34"/>
    <w:rPr>
      <w:rFonts w:ascii="Calibri" w:eastAsia="MS Mincho" w:hAnsi="Calibri" w:cs="Droid Sans"/>
      <w:sz w:val="22"/>
      <w:szCs w:val="22"/>
    </w:rPr>
  </w:style>
  <w:style w:type="character" w:customStyle="1" w:styleId="CalendarbitlylinksChar">
    <w:name w:val="Calendar bitly links Char"/>
    <w:basedOn w:val="Heading5Char"/>
    <w:link w:val="Calendarbitlylinks"/>
    <w:rsid w:val="00857D34"/>
    <w:rPr>
      <w:rFonts w:ascii="Calibri" w:eastAsiaTheme="majorEastAsia" w:hAnsi="Calibri" w:cstheme="majorHAnsi"/>
      <w:bCs/>
      <w:noProof/>
      <w:color w:val="FF9D00"/>
      <w:sz w:val="18"/>
      <w:szCs w:val="22"/>
      <w:u w:val="single"/>
      <w:lang w:eastAsia="en-US"/>
    </w:rPr>
  </w:style>
  <w:style w:type="character" w:customStyle="1" w:styleId="CalendararticletitleChar">
    <w:name w:val="Calendar article title Char"/>
    <w:basedOn w:val="DefaultParagraphFont"/>
    <w:link w:val="Calendararticletitle"/>
    <w:rsid w:val="00857D34"/>
    <w:rPr>
      <w:rFonts w:ascii="Calibri" w:eastAsia="MS Mincho" w:hAnsi="Calibri" w:cs="Droid Sans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semiHidden/>
    <w:rsid w:val="008138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styleId="FollowedHyperlink">
    <w:name w:val="FollowedHyperlink"/>
    <w:basedOn w:val="DefaultParagraphFont"/>
    <w:rsid w:val="00D83B0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1710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7102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1710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02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customStyle="1" w:styleId="Heading50">
    <w:name w:val="Heading5"/>
    <w:basedOn w:val="Normal"/>
    <w:link w:val="Heading5Char0"/>
    <w:qFormat/>
    <w:rsid w:val="00857D34"/>
    <w:pPr>
      <w:spacing w:before="120" w:after="120"/>
      <w:ind w:left="113" w:right="113"/>
    </w:pPr>
    <w:rPr>
      <w:rFonts w:ascii="Calibri" w:eastAsia="MS Mincho" w:hAnsi="Calibri" w:cs="Droid Sans"/>
      <w:b/>
      <w:color w:val="FF9D00"/>
      <w:sz w:val="28"/>
      <w:szCs w:val="28"/>
    </w:rPr>
  </w:style>
  <w:style w:type="paragraph" w:customStyle="1" w:styleId="MonthHeading">
    <w:name w:val="MonthHeading"/>
    <w:basedOn w:val="Normal"/>
    <w:link w:val="MonthHeadingChar"/>
    <w:qFormat/>
    <w:rsid w:val="00857D34"/>
    <w:pPr>
      <w:spacing w:after="120"/>
      <w:ind w:left="113" w:right="113"/>
      <w:jc w:val="center"/>
    </w:pPr>
    <w:rPr>
      <w:rFonts w:ascii="Calibri" w:eastAsia="MS Mincho" w:hAnsi="Calibri" w:cs="Droid Sans"/>
      <w:b/>
      <w:color w:val="FF9D00"/>
      <w:sz w:val="28"/>
      <w:szCs w:val="28"/>
    </w:rPr>
  </w:style>
  <w:style w:type="character" w:customStyle="1" w:styleId="Heading5Char0">
    <w:name w:val="Heading5 Char"/>
    <w:basedOn w:val="DefaultParagraphFont"/>
    <w:link w:val="Heading50"/>
    <w:rsid w:val="00857D34"/>
    <w:rPr>
      <w:rFonts w:ascii="Calibri" w:eastAsia="MS Mincho" w:hAnsi="Calibri" w:cs="Droid Sans"/>
      <w:b/>
      <w:color w:val="FF9D00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semiHidden/>
    <w:rsid w:val="001E3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MonthHeadingChar">
    <w:name w:val="MonthHeading Char"/>
    <w:basedOn w:val="DefaultParagraphFont"/>
    <w:link w:val="MonthHeading"/>
    <w:rsid w:val="00857D34"/>
    <w:rPr>
      <w:rFonts w:ascii="Calibri" w:eastAsia="MS Mincho" w:hAnsi="Calibri" w:cs="Droid Sans"/>
      <w:b/>
      <w:color w:val="FF9D00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rsid w:val="001E3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3DC9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380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E3D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3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3801"/>
    <w:rPr>
      <w:color w:val="FF9D00"/>
      <w:u w:val="single"/>
    </w:rPr>
  </w:style>
  <w:style w:type="table" w:styleId="TableGrid">
    <w:name w:val="Table Grid"/>
    <w:basedOn w:val="TableNormal"/>
    <w:uiPriority w:val="59"/>
    <w:rsid w:val="00813801"/>
    <w:rPr>
      <w:rFonts w:asciiTheme="minorHAnsi" w:eastAsiaTheme="minorEastAsia" w:hAnsiTheme="minorHAnsi" w:cstheme="minorBidi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endarbitlylinks">
    <w:name w:val="Calendar bitly links"/>
    <w:basedOn w:val="Heading5"/>
    <w:link w:val="CalendarbitlylinksChar"/>
    <w:qFormat/>
    <w:rsid w:val="00857D34"/>
    <w:pPr>
      <w:spacing w:before="0" w:after="40"/>
      <w:ind w:left="113"/>
    </w:pPr>
    <w:rPr>
      <w:rFonts w:ascii="Calibri" w:hAnsi="Calibri" w:cstheme="majorHAnsi"/>
      <w:bCs/>
      <w:noProof/>
      <w:color w:val="FF9D00"/>
      <w:sz w:val="18"/>
      <w:szCs w:val="22"/>
      <w:u w:val="single"/>
      <w:lang w:eastAsia="en-US"/>
    </w:rPr>
  </w:style>
  <w:style w:type="paragraph" w:customStyle="1" w:styleId="Calendararticletitle">
    <w:name w:val="Calendar article title"/>
    <w:basedOn w:val="Normal"/>
    <w:link w:val="CalendararticletitleChar"/>
    <w:qFormat/>
    <w:rsid w:val="00857D34"/>
    <w:rPr>
      <w:rFonts w:ascii="Calibri" w:eastAsia="MS Mincho" w:hAnsi="Calibri" w:cs="Droid Sans"/>
      <w:sz w:val="22"/>
      <w:szCs w:val="22"/>
    </w:rPr>
  </w:style>
  <w:style w:type="character" w:customStyle="1" w:styleId="CalendarbitlylinksChar">
    <w:name w:val="Calendar bitly links Char"/>
    <w:basedOn w:val="Heading5Char"/>
    <w:link w:val="Calendarbitlylinks"/>
    <w:rsid w:val="00857D34"/>
    <w:rPr>
      <w:rFonts w:ascii="Calibri" w:eastAsiaTheme="majorEastAsia" w:hAnsi="Calibri" w:cstheme="majorHAnsi"/>
      <w:bCs/>
      <w:noProof/>
      <w:color w:val="FF9D00"/>
      <w:sz w:val="18"/>
      <w:szCs w:val="22"/>
      <w:u w:val="single"/>
      <w:lang w:eastAsia="en-US"/>
    </w:rPr>
  </w:style>
  <w:style w:type="character" w:customStyle="1" w:styleId="CalendararticletitleChar">
    <w:name w:val="Calendar article title Char"/>
    <w:basedOn w:val="DefaultParagraphFont"/>
    <w:link w:val="Calendararticletitle"/>
    <w:rsid w:val="00857D34"/>
    <w:rPr>
      <w:rFonts w:ascii="Calibri" w:eastAsia="MS Mincho" w:hAnsi="Calibri" w:cs="Droid Sans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semiHidden/>
    <w:rsid w:val="008138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styleId="FollowedHyperlink">
    <w:name w:val="FollowedHyperlink"/>
    <w:basedOn w:val="DefaultParagraphFont"/>
    <w:rsid w:val="00D83B0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1710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7102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1710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021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customStyle="1" w:styleId="Heading50">
    <w:name w:val="Heading5"/>
    <w:basedOn w:val="Normal"/>
    <w:link w:val="Heading5Char0"/>
    <w:qFormat/>
    <w:rsid w:val="00857D34"/>
    <w:pPr>
      <w:spacing w:before="120" w:after="120"/>
      <w:ind w:left="113" w:right="113"/>
    </w:pPr>
    <w:rPr>
      <w:rFonts w:ascii="Calibri" w:eastAsia="MS Mincho" w:hAnsi="Calibri" w:cs="Droid Sans"/>
      <w:b/>
      <w:color w:val="FF9D00"/>
      <w:sz w:val="28"/>
      <w:szCs w:val="28"/>
    </w:rPr>
  </w:style>
  <w:style w:type="paragraph" w:customStyle="1" w:styleId="MonthHeading">
    <w:name w:val="MonthHeading"/>
    <w:basedOn w:val="Normal"/>
    <w:link w:val="MonthHeadingChar"/>
    <w:qFormat/>
    <w:rsid w:val="00857D34"/>
    <w:pPr>
      <w:spacing w:after="120"/>
      <w:ind w:left="113" w:right="113"/>
      <w:jc w:val="center"/>
    </w:pPr>
    <w:rPr>
      <w:rFonts w:ascii="Calibri" w:eastAsia="MS Mincho" w:hAnsi="Calibri" w:cs="Droid Sans"/>
      <w:b/>
      <w:color w:val="FF9D00"/>
      <w:sz w:val="28"/>
      <w:szCs w:val="28"/>
    </w:rPr>
  </w:style>
  <w:style w:type="character" w:customStyle="1" w:styleId="Heading5Char0">
    <w:name w:val="Heading5 Char"/>
    <w:basedOn w:val="DefaultParagraphFont"/>
    <w:link w:val="Heading50"/>
    <w:rsid w:val="00857D34"/>
    <w:rPr>
      <w:rFonts w:ascii="Calibri" w:eastAsia="MS Mincho" w:hAnsi="Calibri" w:cs="Droid Sans"/>
      <w:b/>
      <w:color w:val="FF9D00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semiHidden/>
    <w:rsid w:val="001E3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MonthHeadingChar">
    <w:name w:val="MonthHeading Char"/>
    <w:basedOn w:val="DefaultParagraphFont"/>
    <w:link w:val="MonthHeading"/>
    <w:rsid w:val="00857D34"/>
    <w:rPr>
      <w:rFonts w:ascii="Calibri" w:eastAsia="MS Mincho" w:hAnsi="Calibri" w:cs="Droid Sans"/>
      <w:b/>
      <w:color w:val="FF9D00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rsid w:val="001E3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3DC9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t.ly/LPKHSFeb01" TargetMode="External"/><Relationship Id="rId117" Type="http://schemas.openxmlformats.org/officeDocument/2006/relationships/footer" Target="footer1.xml"/><Relationship Id="rId21" Type="http://schemas.openxmlformats.org/officeDocument/2006/relationships/hyperlink" Target="http://bit.ly/LPKEYFeb02" TargetMode="External"/><Relationship Id="rId42" Type="http://schemas.openxmlformats.org/officeDocument/2006/relationships/hyperlink" Target="http://bit.ly/LPKPSApr02" TargetMode="External"/><Relationship Id="rId47" Type="http://schemas.openxmlformats.org/officeDocument/2006/relationships/hyperlink" Target="http://bit.ly/LPKEYMay01" TargetMode="External"/><Relationship Id="rId63" Type="http://schemas.openxmlformats.org/officeDocument/2006/relationships/hyperlink" Target="http://bit.ly/LPKHSJun03" TargetMode="External"/><Relationship Id="rId68" Type="http://schemas.openxmlformats.org/officeDocument/2006/relationships/hyperlink" Target="http://bit.ly/LPKPS02" TargetMode="External"/><Relationship Id="rId84" Type="http://schemas.openxmlformats.org/officeDocument/2006/relationships/hyperlink" Target="http://bit.ly/LPKPSSep01" TargetMode="External"/><Relationship Id="rId89" Type="http://schemas.openxmlformats.org/officeDocument/2006/relationships/hyperlink" Target="http://bit.ly/LPKHSSep3" TargetMode="External"/><Relationship Id="rId112" Type="http://schemas.openxmlformats.org/officeDocument/2006/relationships/hyperlink" Target="http://bit.ly/LPKPSDec3" TargetMode="External"/><Relationship Id="rId16" Type="http://schemas.openxmlformats.org/officeDocument/2006/relationships/hyperlink" Target="http://bit.ly/LPKHSJan01" TargetMode="External"/><Relationship Id="rId107" Type="http://schemas.openxmlformats.org/officeDocument/2006/relationships/hyperlink" Target="http://bit.ly/LPKEYDec1" TargetMode="External"/><Relationship Id="rId11" Type="http://schemas.openxmlformats.org/officeDocument/2006/relationships/hyperlink" Target="http://bit.ly/LPKEYJan04" TargetMode="External"/><Relationship Id="rId24" Type="http://schemas.openxmlformats.org/officeDocument/2006/relationships/hyperlink" Target="http://bit.ly/LPKPSFeb02" TargetMode="External"/><Relationship Id="rId32" Type="http://schemas.openxmlformats.org/officeDocument/2006/relationships/hyperlink" Target="http://bit.ly/LPKPSMar01" TargetMode="External"/><Relationship Id="rId37" Type="http://schemas.openxmlformats.org/officeDocument/2006/relationships/hyperlink" Target="http://bit.ly/LPKHSMar03" TargetMode="External"/><Relationship Id="rId40" Type="http://schemas.openxmlformats.org/officeDocument/2006/relationships/hyperlink" Target="http://bit.ly/LPKEYApr03" TargetMode="External"/><Relationship Id="rId45" Type="http://schemas.openxmlformats.org/officeDocument/2006/relationships/hyperlink" Target="http://bit.ly/LPKHSApr02" TargetMode="External"/><Relationship Id="rId53" Type="http://schemas.openxmlformats.org/officeDocument/2006/relationships/hyperlink" Target="http://bit.ly/LPKHSMay01" TargetMode="External"/><Relationship Id="rId58" Type="http://schemas.openxmlformats.org/officeDocument/2006/relationships/hyperlink" Target="http://bit.ly/LPKPSJun01" TargetMode="External"/><Relationship Id="rId66" Type="http://schemas.openxmlformats.org/officeDocument/2006/relationships/hyperlink" Target="http://bit.ly/LPKEYJul03" TargetMode="External"/><Relationship Id="rId74" Type="http://schemas.openxmlformats.org/officeDocument/2006/relationships/hyperlink" Target="http://bit.ly/LPKEYAug03" TargetMode="External"/><Relationship Id="rId79" Type="http://schemas.openxmlformats.org/officeDocument/2006/relationships/hyperlink" Target="http://bit.ly/LPKHSAug02" TargetMode="External"/><Relationship Id="rId87" Type="http://schemas.openxmlformats.org/officeDocument/2006/relationships/hyperlink" Target="http://bit.ly/LPKHSSep1" TargetMode="External"/><Relationship Id="rId102" Type="http://schemas.openxmlformats.org/officeDocument/2006/relationships/hyperlink" Target="http://bit.ly/LPKPSNov01" TargetMode="External"/><Relationship Id="rId110" Type="http://schemas.openxmlformats.org/officeDocument/2006/relationships/hyperlink" Target="http://bit.ly/LPLKPSDec1" TargetMode="External"/><Relationship Id="rId115" Type="http://schemas.openxmlformats.org/officeDocument/2006/relationships/hyperlink" Target="http://bit.ly/LPKHSDec3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t.ly/LPKHSJun01" TargetMode="External"/><Relationship Id="rId82" Type="http://schemas.openxmlformats.org/officeDocument/2006/relationships/hyperlink" Target="http://bit.ly/LPKEYSep2" TargetMode="External"/><Relationship Id="rId90" Type="http://schemas.openxmlformats.org/officeDocument/2006/relationships/hyperlink" Target="http://bit.ly/LPKEYOct1" TargetMode="External"/><Relationship Id="rId95" Type="http://schemas.openxmlformats.org/officeDocument/2006/relationships/hyperlink" Target="http://bit.ly/LPKPSOct3" TargetMode="External"/><Relationship Id="rId19" Type="http://schemas.openxmlformats.org/officeDocument/2006/relationships/hyperlink" Target="http://bit.ly/LPKHSJan04" TargetMode="External"/><Relationship Id="rId14" Type="http://schemas.openxmlformats.org/officeDocument/2006/relationships/hyperlink" Target="http://bit.ly/LPKPSJan03" TargetMode="External"/><Relationship Id="rId22" Type="http://schemas.openxmlformats.org/officeDocument/2006/relationships/hyperlink" Target="http://bit.ly/LPKEYFeb03" TargetMode="External"/><Relationship Id="rId27" Type="http://schemas.openxmlformats.org/officeDocument/2006/relationships/hyperlink" Target="http://bit.ly/LPKHSFeb02" TargetMode="External"/><Relationship Id="rId30" Type="http://schemas.openxmlformats.org/officeDocument/2006/relationships/hyperlink" Target="http://bit.ly/LPKEYMar02" TargetMode="External"/><Relationship Id="rId35" Type="http://schemas.openxmlformats.org/officeDocument/2006/relationships/hyperlink" Target="http://bit.ly/LPKHSMar01" TargetMode="External"/><Relationship Id="rId43" Type="http://schemas.openxmlformats.org/officeDocument/2006/relationships/hyperlink" Target="http://bit.ly/LPKPSApr03" TargetMode="External"/><Relationship Id="rId48" Type="http://schemas.openxmlformats.org/officeDocument/2006/relationships/hyperlink" Target="http://bit.ly/LPKEYMay02" TargetMode="External"/><Relationship Id="rId56" Type="http://schemas.openxmlformats.org/officeDocument/2006/relationships/hyperlink" Target="http://bit.ly/LPKEYJun02" TargetMode="External"/><Relationship Id="rId64" Type="http://schemas.openxmlformats.org/officeDocument/2006/relationships/hyperlink" Target="http://bit.ly/LPKEYJul01" TargetMode="External"/><Relationship Id="rId69" Type="http://schemas.openxmlformats.org/officeDocument/2006/relationships/hyperlink" Target="http://bit.ly/LPKPSJul03" TargetMode="External"/><Relationship Id="rId77" Type="http://schemas.openxmlformats.org/officeDocument/2006/relationships/hyperlink" Target="http://bit.ly/LPKPSAug3" TargetMode="External"/><Relationship Id="rId100" Type="http://schemas.openxmlformats.org/officeDocument/2006/relationships/hyperlink" Target="http://bit.ly/LPKEYnov02" TargetMode="External"/><Relationship Id="rId105" Type="http://schemas.openxmlformats.org/officeDocument/2006/relationships/hyperlink" Target="http://bit.ly/LPKHSNov1" TargetMode="External"/><Relationship Id="rId113" Type="http://schemas.openxmlformats.org/officeDocument/2006/relationships/hyperlink" Target="http://bit.ly/LPKHSDec1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://bit.ly/LPKEYJan01" TargetMode="External"/><Relationship Id="rId51" Type="http://schemas.openxmlformats.org/officeDocument/2006/relationships/hyperlink" Target="http://bit.ly/LPKPSMay02" TargetMode="External"/><Relationship Id="rId72" Type="http://schemas.openxmlformats.org/officeDocument/2006/relationships/hyperlink" Target="http://bit.ly/LPKEYAug01" TargetMode="External"/><Relationship Id="rId80" Type="http://schemas.openxmlformats.org/officeDocument/2006/relationships/hyperlink" Target="http://bit.ly/LPKHSAug03" TargetMode="External"/><Relationship Id="rId85" Type="http://schemas.openxmlformats.org/officeDocument/2006/relationships/hyperlink" Target="http://bit.ly/LPKPSSep02" TargetMode="External"/><Relationship Id="rId93" Type="http://schemas.openxmlformats.org/officeDocument/2006/relationships/hyperlink" Target="http://bit.ly/LPKPSOct1" TargetMode="External"/><Relationship Id="rId98" Type="http://schemas.openxmlformats.org/officeDocument/2006/relationships/hyperlink" Target="http://bit.ly/LPKHSOct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t.ly/LPKPSJan01" TargetMode="External"/><Relationship Id="rId17" Type="http://schemas.openxmlformats.org/officeDocument/2006/relationships/hyperlink" Target="http://bit.ly/LPKHSJan02" TargetMode="External"/><Relationship Id="rId25" Type="http://schemas.openxmlformats.org/officeDocument/2006/relationships/hyperlink" Target="http://bit.ly/LPKPSFeb03" TargetMode="External"/><Relationship Id="rId33" Type="http://schemas.openxmlformats.org/officeDocument/2006/relationships/hyperlink" Target="http://bit.ly/LPKPSMar02" TargetMode="External"/><Relationship Id="rId38" Type="http://schemas.openxmlformats.org/officeDocument/2006/relationships/hyperlink" Target="http://bit.ly/LPKEYApr01" TargetMode="External"/><Relationship Id="rId46" Type="http://schemas.openxmlformats.org/officeDocument/2006/relationships/hyperlink" Target="http://bit.ly/LPKHSApr03" TargetMode="External"/><Relationship Id="rId59" Type="http://schemas.openxmlformats.org/officeDocument/2006/relationships/hyperlink" Target="http://bit.ly/LPKPSjun02" TargetMode="External"/><Relationship Id="rId67" Type="http://schemas.openxmlformats.org/officeDocument/2006/relationships/hyperlink" Target="http://bit.ly/LPKPSJul01" TargetMode="External"/><Relationship Id="rId103" Type="http://schemas.openxmlformats.org/officeDocument/2006/relationships/hyperlink" Target="http://bit.ly/LPKPSNov02" TargetMode="External"/><Relationship Id="rId108" Type="http://schemas.openxmlformats.org/officeDocument/2006/relationships/hyperlink" Target="http://bit.ly/LPKEYDec2" TargetMode="External"/><Relationship Id="rId116" Type="http://schemas.openxmlformats.org/officeDocument/2006/relationships/header" Target="header1.xml"/><Relationship Id="rId20" Type="http://schemas.openxmlformats.org/officeDocument/2006/relationships/hyperlink" Target="http://bit.ly/LPKEYFeb01" TargetMode="External"/><Relationship Id="rId41" Type="http://schemas.openxmlformats.org/officeDocument/2006/relationships/hyperlink" Target="http://bit.ly/LPKPSApr01" TargetMode="External"/><Relationship Id="rId54" Type="http://schemas.openxmlformats.org/officeDocument/2006/relationships/hyperlink" Target="http://bit.ly/LPKHSMay02" TargetMode="External"/><Relationship Id="rId62" Type="http://schemas.openxmlformats.org/officeDocument/2006/relationships/hyperlink" Target="http://bit.ly/LPKHSJun02" TargetMode="External"/><Relationship Id="rId70" Type="http://schemas.openxmlformats.org/officeDocument/2006/relationships/hyperlink" Target="http://bit.ly/LPKHSJul01" TargetMode="External"/><Relationship Id="rId75" Type="http://schemas.openxmlformats.org/officeDocument/2006/relationships/hyperlink" Target="http://bit.ly/LPKPSAug01" TargetMode="External"/><Relationship Id="rId83" Type="http://schemas.openxmlformats.org/officeDocument/2006/relationships/hyperlink" Target="http://bit.ly/LPKEYSep3" TargetMode="External"/><Relationship Id="rId88" Type="http://schemas.openxmlformats.org/officeDocument/2006/relationships/hyperlink" Target="http://bit.ly/LPKHSSep2" TargetMode="External"/><Relationship Id="rId91" Type="http://schemas.openxmlformats.org/officeDocument/2006/relationships/hyperlink" Target="http://bit.ly/LPKEYOct2" TargetMode="External"/><Relationship Id="rId96" Type="http://schemas.openxmlformats.org/officeDocument/2006/relationships/hyperlink" Target="http://bit.ly/LPKHSOct1" TargetMode="External"/><Relationship Id="rId111" Type="http://schemas.openxmlformats.org/officeDocument/2006/relationships/hyperlink" Target="http://bit.ly/LPKPSDec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t.ly/LPKPSJan04" TargetMode="External"/><Relationship Id="rId23" Type="http://schemas.openxmlformats.org/officeDocument/2006/relationships/hyperlink" Target="http://bit.ly/LPKPSFeb01" TargetMode="External"/><Relationship Id="rId28" Type="http://schemas.openxmlformats.org/officeDocument/2006/relationships/hyperlink" Target="http://bit.ly/LPKHSFeb03" TargetMode="External"/><Relationship Id="rId36" Type="http://schemas.openxmlformats.org/officeDocument/2006/relationships/hyperlink" Target="http://bit.ly/LPKHSMar02" TargetMode="External"/><Relationship Id="rId49" Type="http://schemas.openxmlformats.org/officeDocument/2006/relationships/hyperlink" Target="http://bit.ly/LPKEYMay03" TargetMode="External"/><Relationship Id="rId57" Type="http://schemas.openxmlformats.org/officeDocument/2006/relationships/hyperlink" Target="http://bit.ly/LPKEYJun03" TargetMode="External"/><Relationship Id="rId106" Type="http://schemas.openxmlformats.org/officeDocument/2006/relationships/hyperlink" Target="http://bit.ly/LPKHSNov02" TargetMode="External"/><Relationship Id="rId114" Type="http://schemas.openxmlformats.org/officeDocument/2006/relationships/hyperlink" Target="http://www.bit.ly/LPKHSDec2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bit.ly/LPKEYJan03" TargetMode="External"/><Relationship Id="rId31" Type="http://schemas.openxmlformats.org/officeDocument/2006/relationships/hyperlink" Target="http://bit.ly/LPKEYMar03" TargetMode="External"/><Relationship Id="rId44" Type="http://schemas.openxmlformats.org/officeDocument/2006/relationships/hyperlink" Target="http://bit.ly/LPKHSApr01" TargetMode="External"/><Relationship Id="rId52" Type="http://schemas.openxmlformats.org/officeDocument/2006/relationships/hyperlink" Target="http://bit.ly/LPKPSMay03" TargetMode="External"/><Relationship Id="rId60" Type="http://schemas.openxmlformats.org/officeDocument/2006/relationships/hyperlink" Target="http://bit.ly/LPKPSJun03" TargetMode="External"/><Relationship Id="rId65" Type="http://schemas.openxmlformats.org/officeDocument/2006/relationships/hyperlink" Target="http://bit.ly/LPKEYJul02" TargetMode="External"/><Relationship Id="rId73" Type="http://schemas.openxmlformats.org/officeDocument/2006/relationships/hyperlink" Target="http://bit.ly/LPKEYAug02" TargetMode="External"/><Relationship Id="rId78" Type="http://schemas.openxmlformats.org/officeDocument/2006/relationships/hyperlink" Target="http://bit.ly/LPKHSAug01" TargetMode="External"/><Relationship Id="rId81" Type="http://schemas.openxmlformats.org/officeDocument/2006/relationships/hyperlink" Target="http://bit.ly/LPKEYSep1" TargetMode="External"/><Relationship Id="rId86" Type="http://schemas.openxmlformats.org/officeDocument/2006/relationships/hyperlink" Target="http://bit.ly/LPKPSSep03" TargetMode="External"/><Relationship Id="rId94" Type="http://schemas.openxmlformats.org/officeDocument/2006/relationships/hyperlink" Target="http://bit.ly/LPKPSOct2" TargetMode="External"/><Relationship Id="rId99" Type="http://schemas.openxmlformats.org/officeDocument/2006/relationships/hyperlink" Target="http://bit.ly/LPKEYNov01" TargetMode="External"/><Relationship Id="rId101" Type="http://schemas.openxmlformats.org/officeDocument/2006/relationships/hyperlink" Target="http://bit.ly/LPKEYNov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LPKEYJan02" TargetMode="External"/><Relationship Id="rId13" Type="http://schemas.openxmlformats.org/officeDocument/2006/relationships/hyperlink" Target="http://bit.ly/LPKPSJan02" TargetMode="External"/><Relationship Id="rId18" Type="http://schemas.openxmlformats.org/officeDocument/2006/relationships/hyperlink" Target="http://bit.ly/LPKHSJan03" TargetMode="External"/><Relationship Id="rId39" Type="http://schemas.openxmlformats.org/officeDocument/2006/relationships/hyperlink" Target="http://bit.ly/LPKEYApr02" TargetMode="External"/><Relationship Id="rId109" Type="http://schemas.openxmlformats.org/officeDocument/2006/relationships/hyperlink" Target="http://bit.ly/LPKEYDec3" TargetMode="External"/><Relationship Id="rId34" Type="http://schemas.openxmlformats.org/officeDocument/2006/relationships/hyperlink" Target="http://bit.ly/LPKPSMar03" TargetMode="External"/><Relationship Id="rId50" Type="http://schemas.openxmlformats.org/officeDocument/2006/relationships/hyperlink" Target="http://bit.ly/LPKPSMay01" TargetMode="External"/><Relationship Id="rId55" Type="http://schemas.openxmlformats.org/officeDocument/2006/relationships/hyperlink" Target="http://bit.ly/LPKEYJun01" TargetMode="External"/><Relationship Id="rId76" Type="http://schemas.openxmlformats.org/officeDocument/2006/relationships/hyperlink" Target="http://bit.ly/LPKPSAug02" TargetMode="External"/><Relationship Id="rId97" Type="http://schemas.openxmlformats.org/officeDocument/2006/relationships/hyperlink" Target="http://bit.ly/LPKHSOct02" TargetMode="External"/><Relationship Id="rId104" Type="http://schemas.openxmlformats.org/officeDocument/2006/relationships/hyperlink" Target="http://bit.ly/LPKPSNov03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t.ly/LPKHSJul02" TargetMode="External"/><Relationship Id="rId92" Type="http://schemas.openxmlformats.org/officeDocument/2006/relationships/hyperlink" Target="http://bit.ly/LPKEYOct3" TargetMode="External"/><Relationship Id="rId2" Type="http://schemas.openxmlformats.org/officeDocument/2006/relationships/styles" Target="styles.xml"/><Relationship Id="rId29" Type="http://schemas.openxmlformats.org/officeDocument/2006/relationships/hyperlink" Target="http://bit.ly/LPKEYMar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BFCDB-129A-457F-B7DE-C28D5DC6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239ED152.dotm</Template>
  <TotalTime>437</TotalTime>
  <Pages>2</Pages>
  <Words>680</Words>
  <Characters>9372</Characters>
  <Application>Microsoft Office Word</Application>
  <DocSecurity>0</DocSecurity>
  <Lines>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Austin</dc:creator>
  <cp:lastModifiedBy>Kelly Corner</cp:lastModifiedBy>
  <cp:revision>40</cp:revision>
  <dcterms:created xsi:type="dcterms:W3CDTF">2017-08-23T06:18:00Z</dcterms:created>
  <dcterms:modified xsi:type="dcterms:W3CDTF">2017-08-28T06:16:00Z</dcterms:modified>
</cp:coreProperties>
</file>